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1405" w:rsidRDefault="00121405" w:rsidP="00121405">
      <w:pPr>
        <w:spacing w:before="7"/>
        <w:rPr>
          <w:rFonts w:ascii="游明朝 Light" w:eastAsia="游明朝 Light" w:hAnsi="游明朝 Light" w:cs="游明朝 Light"/>
          <w:sz w:val="20"/>
          <w:szCs w:val="20"/>
        </w:rPr>
      </w:pPr>
    </w:p>
    <w:p w:rsidR="00121405" w:rsidRPr="002A6C21" w:rsidRDefault="00121405" w:rsidP="00121405">
      <w:pPr>
        <w:wordWrap w:val="0"/>
        <w:spacing w:line="288" w:lineRule="exact"/>
        <w:ind w:left="746"/>
        <w:jc w:val="right"/>
        <w:rPr>
          <w:rFonts w:asciiTheme="minorEastAsia" w:hAnsiTheme="minorEastAsia" w:cs="游明朝 Light"/>
          <w:szCs w:val="21"/>
        </w:rPr>
      </w:pPr>
      <w:r w:rsidRPr="002A6C21">
        <w:rPr>
          <w:rFonts w:asciiTheme="minorEastAsia" w:hAnsiTheme="minorEastAsia" w:cs="游明朝 Light"/>
          <w:color w:val="262324"/>
          <w:spacing w:val="-1"/>
          <w:w w:val="110"/>
          <w:szCs w:val="21"/>
        </w:rPr>
        <w:t>（様式院</w:t>
      </w:r>
      <w:r w:rsidR="00CC3C52">
        <w:rPr>
          <w:rFonts w:asciiTheme="minorEastAsia" w:hAnsiTheme="minorEastAsia" w:cs="游明朝 Light" w:hint="eastAsia"/>
          <w:color w:val="262324"/>
          <w:spacing w:val="-1"/>
          <w:w w:val="110"/>
          <w:szCs w:val="21"/>
        </w:rPr>
        <w:t>5</w:t>
      </w:r>
      <w:r w:rsidRPr="002A6C21">
        <w:rPr>
          <w:rFonts w:asciiTheme="minorEastAsia" w:hAnsiTheme="minorEastAsia" w:cs="游明朝 Light"/>
          <w:color w:val="262324"/>
          <w:spacing w:val="-1"/>
          <w:w w:val="110"/>
          <w:szCs w:val="21"/>
        </w:rPr>
        <w:t>）</w:t>
      </w:r>
      <w:r w:rsidRPr="002A6C21">
        <w:rPr>
          <w:rFonts w:asciiTheme="minorEastAsia" w:hAnsiTheme="minorEastAsia" w:cs="游明朝 Light" w:hint="eastAsia"/>
          <w:color w:val="262324"/>
          <w:spacing w:val="-1"/>
          <w:w w:val="110"/>
          <w:szCs w:val="21"/>
        </w:rPr>
        <w:t xml:space="preserve">　</w:t>
      </w:r>
    </w:p>
    <w:p w:rsidR="00121405" w:rsidRPr="00121405" w:rsidRDefault="00121405" w:rsidP="00121405">
      <w:pPr>
        <w:wordWrap w:val="0"/>
        <w:spacing w:line="311" w:lineRule="exact"/>
        <w:ind w:left="746"/>
        <w:jc w:val="right"/>
        <w:rPr>
          <w:rFonts w:ascii="游明朝 Light" w:eastAsia="游明朝 Light" w:hAnsi="游明朝 Light" w:cs="游明朝 Light"/>
          <w:szCs w:val="21"/>
        </w:rPr>
      </w:pPr>
      <w:r>
        <w:rPr>
          <w:rFonts w:ascii="游明朝 Light" w:eastAsia="游明朝 Light" w:hAnsi="游明朝 Light" w:cs="游明朝 Light"/>
          <w:color w:val="262324"/>
          <w:spacing w:val="-1"/>
          <w:w w:val="105"/>
          <w:szCs w:val="21"/>
        </w:rPr>
        <w:t>（</w:t>
      </w:r>
      <w:r w:rsidRPr="00121405">
        <w:rPr>
          <w:rFonts w:ascii="Century" w:eastAsia="游明朝 Light" w:hAnsi="Century" w:cs="游明朝 Light"/>
          <w:color w:val="262324"/>
          <w:spacing w:val="-1"/>
          <w:w w:val="105"/>
          <w:szCs w:val="21"/>
        </w:rPr>
        <w:t>Form</w:t>
      </w:r>
      <w:r w:rsidRPr="00121405">
        <w:rPr>
          <w:rFonts w:ascii="Century" w:eastAsia="游明朝 Light" w:hAnsi="Century" w:cs="游明朝 Light"/>
          <w:color w:val="262324"/>
          <w:spacing w:val="3"/>
          <w:w w:val="105"/>
          <w:szCs w:val="21"/>
        </w:rPr>
        <w:t xml:space="preserve"> </w:t>
      </w:r>
      <w:r w:rsidR="00CC3C52">
        <w:rPr>
          <w:rFonts w:ascii="Century" w:eastAsia="游明朝 Light" w:hAnsi="Century" w:cs="游明朝 Light"/>
          <w:color w:val="262324"/>
          <w:w w:val="105"/>
          <w:szCs w:val="21"/>
        </w:rPr>
        <w:t>#</w:t>
      </w:r>
      <w:r w:rsidR="00CC3C52">
        <w:rPr>
          <w:rFonts w:ascii="Century" w:eastAsia="游明朝 Light" w:hAnsi="Century" w:cs="游明朝 Light" w:hint="eastAsia"/>
          <w:color w:val="262324"/>
          <w:w w:val="105"/>
          <w:szCs w:val="21"/>
        </w:rPr>
        <w:t>5</w:t>
      </w:r>
      <w:r>
        <w:rPr>
          <w:rFonts w:ascii="游明朝 Light" w:eastAsia="游明朝 Light" w:hAnsi="游明朝 Light" w:cs="游明朝 Light"/>
          <w:color w:val="262324"/>
          <w:w w:val="105"/>
          <w:szCs w:val="21"/>
        </w:rPr>
        <w:t>）</w:t>
      </w:r>
      <w:r>
        <w:rPr>
          <w:rFonts w:ascii="游明朝 Light" w:eastAsia="游明朝 Light" w:hAnsi="游明朝 Light" w:cs="游明朝 Light" w:hint="eastAsia"/>
          <w:color w:val="262324"/>
          <w:w w:val="105"/>
          <w:szCs w:val="21"/>
        </w:rPr>
        <w:t xml:space="preserve">　</w:t>
      </w:r>
    </w:p>
    <w:p w:rsidR="00083DD1" w:rsidRDefault="00121405" w:rsidP="002A6C21">
      <w:pPr>
        <w:pStyle w:val="4"/>
        <w:tabs>
          <w:tab w:val="left" w:pos="3035"/>
          <w:tab w:val="left" w:pos="4983"/>
          <w:tab w:val="left" w:pos="5550"/>
          <w:tab w:val="left" w:pos="6117"/>
          <w:tab w:val="left" w:pos="6684"/>
          <w:tab w:val="left" w:pos="7251"/>
        </w:tabs>
        <w:spacing w:line="380" w:lineRule="exact"/>
        <w:ind w:left="0" w:right="6"/>
        <w:jc w:val="center"/>
        <w:rPr>
          <w:rFonts w:asciiTheme="minorEastAsia" w:eastAsia="SimSun" w:hAnsiTheme="minorEastAsia"/>
          <w:color w:val="262324"/>
          <w:lang w:eastAsia="zh-TW"/>
        </w:rPr>
      </w:pPr>
      <w:r w:rsidRPr="00CC3C52">
        <w:rPr>
          <w:rFonts w:asciiTheme="minorEastAsia" w:eastAsiaTheme="minorEastAsia" w:hAnsiTheme="minorEastAsia"/>
          <w:color w:val="262324"/>
          <w:spacing w:val="113"/>
          <w:fitText w:val="3740" w:id="1158960128"/>
          <w:lang w:eastAsia="zh-TW"/>
        </w:rPr>
        <w:t>佐賀大学大学</w:t>
      </w:r>
      <w:r w:rsidRPr="00CC3C52">
        <w:rPr>
          <w:rFonts w:asciiTheme="minorEastAsia" w:eastAsiaTheme="minorEastAsia" w:hAnsiTheme="minorEastAsia"/>
          <w:color w:val="262324"/>
          <w:spacing w:val="2"/>
          <w:fitText w:val="3740" w:id="1158960128"/>
          <w:lang w:eastAsia="zh-TW"/>
        </w:rPr>
        <w:t>院</w:t>
      </w:r>
    </w:p>
    <w:p w:rsidR="00121405" w:rsidRPr="00121405" w:rsidRDefault="00121405" w:rsidP="002A6C21">
      <w:pPr>
        <w:pStyle w:val="4"/>
        <w:tabs>
          <w:tab w:val="left" w:pos="3035"/>
          <w:tab w:val="left" w:pos="4983"/>
          <w:tab w:val="left" w:pos="5550"/>
          <w:tab w:val="left" w:pos="6117"/>
          <w:tab w:val="left" w:pos="6684"/>
          <w:tab w:val="left" w:pos="7251"/>
        </w:tabs>
        <w:spacing w:line="380" w:lineRule="exact"/>
        <w:ind w:left="0" w:right="6"/>
        <w:jc w:val="center"/>
        <w:rPr>
          <w:rFonts w:asciiTheme="minorEastAsia" w:eastAsiaTheme="minorEastAsia" w:hAnsiTheme="minorEastAsia"/>
          <w:lang w:eastAsia="zh-TW"/>
        </w:rPr>
      </w:pPr>
      <w:r w:rsidRPr="00121405">
        <w:rPr>
          <w:rFonts w:asciiTheme="minorEastAsia" w:eastAsiaTheme="minorEastAsia" w:hAnsiTheme="minorEastAsia"/>
          <w:color w:val="262324"/>
          <w:lang w:eastAsia="zh-TW"/>
        </w:rPr>
        <w:t>医学系研究科</w:t>
      </w:r>
      <w:r w:rsidR="00CC3C52">
        <w:rPr>
          <w:rFonts w:asciiTheme="minorEastAsia" w:eastAsiaTheme="minorEastAsia" w:hAnsiTheme="minorEastAsia" w:hint="eastAsia"/>
          <w:color w:val="262324"/>
          <w:lang w:eastAsia="zh-TW"/>
        </w:rPr>
        <w:t>業績報告</w:t>
      </w:r>
      <w:r w:rsidRPr="00121405">
        <w:rPr>
          <w:rFonts w:asciiTheme="minorEastAsia" w:eastAsiaTheme="minorEastAsia" w:hAnsiTheme="minorEastAsia"/>
          <w:color w:val="262324"/>
          <w:lang w:eastAsia="zh-TW"/>
        </w:rPr>
        <w:t>書</w:t>
      </w:r>
    </w:p>
    <w:p w:rsidR="00121405" w:rsidRPr="00CC3C52" w:rsidRDefault="00CC3C52" w:rsidP="002A6C21">
      <w:pPr>
        <w:pStyle w:val="7"/>
        <w:spacing w:line="349" w:lineRule="exact"/>
        <w:jc w:val="center"/>
        <w:rPr>
          <w:rFonts w:ascii="Century" w:hAnsi="Century"/>
          <w:b w:val="0"/>
          <w:bCs w:val="0"/>
        </w:rPr>
      </w:pPr>
      <w:r w:rsidRPr="00CC3C52">
        <w:rPr>
          <w:rFonts w:asciiTheme="minorHAnsi" w:hAnsiTheme="minorHAnsi"/>
          <w:color w:val="262324"/>
        </w:rPr>
        <w:t>Achievement-report Sheet</w:t>
      </w:r>
    </w:p>
    <w:p w:rsidR="00121405" w:rsidRPr="00083DD1" w:rsidRDefault="00121405" w:rsidP="00ED7E25">
      <w:pPr>
        <w:spacing w:before="120" w:line="240" w:lineRule="exact"/>
        <w:ind w:left="748"/>
        <w:rPr>
          <w:rFonts w:ascii="游明朝 Light" w:eastAsia="游明朝 Light" w:hAnsi="游明朝 Light" w:cs="游明朝 Light"/>
          <w:sz w:val="19"/>
          <w:szCs w:val="19"/>
        </w:rPr>
      </w:pPr>
      <w:bookmarkStart w:id="0" w:name="_GoBack"/>
      <w:bookmarkEnd w:id="0"/>
    </w:p>
    <w:tbl>
      <w:tblPr>
        <w:tblStyle w:val="TableNormal"/>
        <w:tblW w:w="0" w:type="auto"/>
        <w:tblInd w:w="734" w:type="dxa"/>
        <w:tblLayout w:type="fixed"/>
        <w:tblLook w:val="01E0" w:firstRow="1" w:lastRow="1" w:firstColumn="1" w:lastColumn="1" w:noHBand="0" w:noVBand="0"/>
      </w:tblPr>
      <w:tblGrid>
        <w:gridCol w:w="3083"/>
        <w:gridCol w:w="2126"/>
      </w:tblGrid>
      <w:tr w:rsidR="00121405" w:rsidTr="00766963">
        <w:trPr>
          <w:trHeight w:hRule="exact" w:val="284"/>
        </w:trPr>
        <w:tc>
          <w:tcPr>
            <w:tcW w:w="3083" w:type="dxa"/>
            <w:tcBorders>
              <w:top w:val="single" w:sz="9" w:space="0" w:color="262324"/>
              <w:left w:val="single" w:sz="9" w:space="0" w:color="262324"/>
              <w:bottom w:val="single" w:sz="3" w:space="0" w:color="262324"/>
              <w:right w:val="single" w:sz="3" w:space="0" w:color="262324"/>
            </w:tcBorders>
          </w:tcPr>
          <w:p w:rsidR="00121405" w:rsidRPr="00121405" w:rsidRDefault="001E01E0" w:rsidP="00953A4B">
            <w:pPr>
              <w:pStyle w:val="TableParagraph"/>
              <w:spacing w:line="253" w:lineRule="exact"/>
              <w:ind w:left="45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>課程</w:t>
            </w:r>
            <w:r w:rsidR="00121405">
              <w:rPr>
                <w:rFonts w:ascii="游明朝 Light" w:eastAsia="游明朝 Light" w:hAnsi="游明朝 Light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="00121405" w:rsidRPr="00121405">
              <w:rPr>
                <w:rFonts w:ascii="Century" w:eastAsia="游明朝 Light" w:hAnsi="Century" w:cs="游明朝 Light"/>
                <w:color w:val="262324"/>
                <w:sz w:val="18"/>
                <w:szCs w:val="18"/>
              </w:rPr>
              <w:t>Course you wish to take</w:t>
            </w:r>
          </w:p>
        </w:tc>
        <w:tc>
          <w:tcPr>
            <w:tcW w:w="2126" w:type="dxa"/>
            <w:tcBorders>
              <w:top w:val="single" w:sz="9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</w:tcPr>
          <w:p w:rsidR="00121405" w:rsidRPr="00121405" w:rsidRDefault="001E01E0" w:rsidP="00766963">
            <w:pPr>
              <w:pStyle w:val="TableParagraph"/>
              <w:spacing w:line="253" w:lineRule="exact"/>
              <w:ind w:left="11"/>
              <w:rPr>
                <w:rFonts w:asciiTheme="minorEastAsia" w:hAnsiTheme="minorEastAsia" w:cs="游明朝 Light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>博士</w:t>
            </w:r>
            <w:r w:rsidR="00121405" w:rsidRPr="0012140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 xml:space="preserve"> </w:t>
            </w:r>
            <w:r w:rsidR="00121405" w:rsidRPr="00121405">
              <w:rPr>
                <w:rFonts w:cs="游明朝 Light"/>
                <w:color w:val="262324"/>
                <w:sz w:val="18"/>
                <w:szCs w:val="18"/>
              </w:rPr>
              <w:t>Doctor</w:t>
            </w:r>
          </w:p>
        </w:tc>
      </w:tr>
      <w:tr w:rsidR="00121405" w:rsidTr="00766963">
        <w:trPr>
          <w:trHeight w:hRule="exact" w:val="283"/>
        </w:trPr>
        <w:tc>
          <w:tcPr>
            <w:tcW w:w="3083" w:type="dxa"/>
            <w:tcBorders>
              <w:top w:val="single" w:sz="3" w:space="0" w:color="262324"/>
              <w:left w:val="single" w:sz="9" w:space="0" w:color="262324"/>
              <w:bottom w:val="single" w:sz="9" w:space="0" w:color="262324"/>
              <w:right w:val="single" w:sz="3" w:space="0" w:color="262324"/>
            </w:tcBorders>
          </w:tcPr>
          <w:p w:rsidR="00121405" w:rsidRPr="00121405" w:rsidRDefault="001E01E0" w:rsidP="00953A4B">
            <w:pPr>
              <w:pStyle w:val="TableParagraph"/>
              <w:spacing w:line="261" w:lineRule="exact"/>
              <w:ind w:left="45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>専攻</w:t>
            </w:r>
            <w:r w:rsidR="00121405" w:rsidRPr="00121405">
              <w:rPr>
                <w:rFonts w:ascii="游明朝 Light" w:eastAsia="游明朝 Light" w:hAnsi="游明朝 Light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="00121405" w:rsidRPr="00150F47">
              <w:rPr>
                <w:rFonts w:ascii="Century" w:eastAsia="游明朝 Light" w:hAnsi="Century" w:cs="游明朝 Light"/>
                <w:color w:val="262324"/>
                <w:w w:val="86"/>
                <w:sz w:val="18"/>
                <w:szCs w:val="18"/>
                <w:fitText w:val="2430" w:id="1163680768"/>
              </w:rPr>
              <w:t xml:space="preserve">Department you </w:t>
            </w:r>
            <w:r w:rsidR="00121405" w:rsidRPr="00150F47">
              <w:rPr>
                <w:rFonts w:eastAsia="游明朝 Light" w:cs="游明朝 Light"/>
                <w:color w:val="262324"/>
                <w:w w:val="86"/>
                <w:sz w:val="18"/>
                <w:szCs w:val="18"/>
                <w:fitText w:val="2430" w:id="1163680768"/>
              </w:rPr>
              <w:t>wish to belong t</w:t>
            </w:r>
            <w:r w:rsidR="00121405" w:rsidRPr="00150F47">
              <w:rPr>
                <w:rFonts w:eastAsia="游明朝 Light" w:cs="游明朝 Light"/>
                <w:color w:val="262324"/>
                <w:spacing w:val="10"/>
                <w:w w:val="86"/>
                <w:sz w:val="18"/>
                <w:szCs w:val="18"/>
                <w:fitText w:val="2430" w:id="1163680768"/>
              </w:rPr>
              <w:t>o</w:t>
            </w:r>
          </w:p>
        </w:tc>
        <w:tc>
          <w:tcPr>
            <w:tcW w:w="2126" w:type="dxa"/>
            <w:tcBorders>
              <w:top w:val="single" w:sz="3" w:space="0" w:color="262324"/>
              <w:left w:val="single" w:sz="3" w:space="0" w:color="262324"/>
              <w:bottom w:val="single" w:sz="9" w:space="0" w:color="262324"/>
              <w:right w:val="single" w:sz="9" w:space="0" w:color="262324"/>
            </w:tcBorders>
          </w:tcPr>
          <w:p w:rsidR="00121405" w:rsidRPr="00121405" w:rsidRDefault="001E01E0" w:rsidP="00766963">
            <w:pPr>
              <w:pStyle w:val="TableParagraph"/>
              <w:tabs>
                <w:tab w:val="left" w:pos="2001"/>
              </w:tabs>
              <w:spacing w:line="261" w:lineRule="exact"/>
              <w:ind w:left="11"/>
              <w:rPr>
                <w:rFonts w:asciiTheme="minorEastAsia" w:hAnsiTheme="minorEastAsia" w:cs="游明朝 Light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>医科学</w:t>
            </w:r>
            <w:r w:rsidR="00121405" w:rsidRPr="0012140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 xml:space="preserve"> </w:t>
            </w:r>
            <w:r w:rsidR="00121405" w:rsidRPr="00121405">
              <w:rPr>
                <w:rFonts w:cs="游明朝 Light"/>
                <w:color w:val="262324"/>
                <w:sz w:val="18"/>
                <w:szCs w:val="18"/>
              </w:rPr>
              <w:t>Medical Science</w:t>
            </w:r>
          </w:p>
        </w:tc>
      </w:tr>
    </w:tbl>
    <w:p w:rsidR="00121405" w:rsidRDefault="00121405" w:rsidP="00121405">
      <w:pPr>
        <w:spacing w:before="8"/>
        <w:rPr>
          <w:rFonts w:ascii="游明朝 Light" w:eastAsia="游明朝 Light" w:hAnsi="游明朝 Light" w:cs="游明朝 Light"/>
          <w:sz w:val="15"/>
          <w:szCs w:val="15"/>
        </w:rPr>
      </w:pPr>
    </w:p>
    <w:tbl>
      <w:tblPr>
        <w:tblStyle w:val="TableNormal"/>
        <w:tblW w:w="0" w:type="auto"/>
        <w:tblInd w:w="734" w:type="dxa"/>
        <w:tblLayout w:type="fixed"/>
        <w:tblLook w:val="01E0" w:firstRow="1" w:lastRow="1" w:firstColumn="1" w:lastColumn="1" w:noHBand="0" w:noVBand="0"/>
      </w:tblPr>
      <w:tblGrid>
        <w:gridCol w:w="1560"/>
        <w:gridCol w:w="6406"/>
        <w:gridCol w:w="1984"/>
      </w:tblGrid>
      <w:tr w:rsidR="00121405" w:rsidTr="001E01E0">
        <w:trPr>
          <w:trHeight w:hRule="exact" w:val="497"/>
        </w:trPr>
        <w:tc>
          <w:tcPr>
            <w:tcW w:w="1560" w:type="dxa"/>
            <w:tcBorders>
              <w:top w:val="single" w:sz="9" w:space="0" w:color="262324"/>
              <w:left w:val="single" w:sz="9" w:space="0" w:color="262324"/>
              <w:bottom w:val="single" w:sz="3" w:space="0" w:color="262324"/>
              <w:right w:val="single" w:sz="3" w:space="0" w:color="262324"/>
            </w:tcBorders>
          </w:tcPr>
          <w:p w:rsidR="00121405" w:rsidRPr="00121405" w:rsidRDefault="00121405" w:rsidP="00953A4B">
            <w:pPr>
              <w:pStyle w:val="TableParagraph"/>
              <w:spacing w:before="47"/>
              <w:ind w:left="273"/>
              <w:rPr>
                <w:rFonts w:asciiTheme="minorEastAsia" w:hAnsiTheme="minorEastAsia" w:cs="游明朝 Light"/>
                <w:sz w:val="19"/>
                <w:szCs w:val="19"/>
              </w:rPr>
            </w:pPr>
            <w:r w:rsidRPr="00121405">
              <w:rPr>
                <w:rFonts w:asciiTheme="minorEastAsia" w:hAnsiTheme="minorEastAsia" w:cs="游明朝 Light"/>
                <w:color w:val="262324"/>
                <w:spacing w:val="1"/>
                <w:w w:val="105"/>
                <w:sz w:val="19"/>
                <w:szCs w:val="19"/>
              </w:rPr>
              <w:t>フ</w:t>
            </w:r>
            <w:r w:rsidRPr="00121405">
              <w:rPr>
                <w:rFonts w:asciiTheme="minorEastAsia" w:hAnsiTheme="minorEastAsia" w:cs="游明朝 Light"/>
                <w:color w:val="262324"/>
                <w:spacing w:val="-6"/>
                <w:w w:val="105"/>
                <w:sz w:val="19"/>
                <w:szCs w:val="19"/>
              </w:rPr>
              <w:t xml:space="preserve"> </w:t>
            </w:r>
            <w:r w:rsidRPr="00121405">
              <w:rPr>
                <w:rFonts w:asciiTheme="minorEastAsia" w:hAnsiTheme="minorEastAsia" w:cs="游明朝 Light"/>
                <w:color w:val="262324"/>
                <w:spacing w:val="1"/>
                <w:w w:val="105"/>
                <w:sz w:val="19"/>
                <w:szCs w:val="19"/>
              </w:rPr>
              <w:t>リ</w:t>
            </w:r>
            <w:r w:rsidRPr="00121405">
              <w:rPr>
                <w:rFonts w:asciiTheme="minorEastAsia" w:hAnsiTheme="minorEastAsia" w:cs="游明朝 Light"/>
                <w:color w:val="262324"/>
                <w:spacing w:val="-6"/>
                <w:w w:val="105"/>
                <w:sz w:val="19"/>
                <w:szCs w:val="19"/>
              </w:rPr>
              <w:t xml:space="preserve"> </w:t>
            </w:r>
            <w:r w:rsidRPr="00121405">
              <w:rPr>
                <w:rFonts w:asciiTheme="minorEastAsia" w:hAnsiTheme="minorEastAsia" w:cs="游明朝 Light"/>
                <w:color w:val="262324"/>
                <w:w w:val="105"/>
                <w:sz w:val="19"/>
                <w:szCs w:val="19"/>
              </w:rPr>
              <w:t>ガ</w:t>
            </w:r>
            <w:r w:rsidRPr="00121405">
              <w:rPr>
                <w:rFonts w:asciiTheme="minorEastAsia" w:hAnsiTheme="minorEastAsia" w:cs="游明朝 Light"/>
                <w:color w:val="262324"/>
                <w:spacing w:val="-1"/>
                <w:w w:val="105"/>
                <w:sz w:val="19"/>
                <w:szCs w:val="19"/>
              </w:rPr>
              <w:t xml:space="preserve"> </w:t>
            </w:r>
            <w:r w:rsidRPr="00121405">
              <w:rPr>
                <w:rFonts w:asciiTheme="minorEastAsia" w:hAnsiTheme="minorEastAsia" w:cs="游明朝 Light"/>
                <w:color w:val="262324"/>
                <w:w w:val="105"/>
                <w:sz w:val="19"/>
                <w:szCs w:val="19"/>
              </w:rPr>
              <w:t>ナ</w:t>
            </w:r>
          </w:p>
        </w:tc>
        <w:tc>
          <w:tcPr>
            <w:tcW w:w="6406" w:type="dxa"/>
            <w:tcBorders>
              <w:top w:val="single" w:sz="9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  <w:vAlign w:val="center"/>
          </w:tcPr>
          <w:p w:rsidR="00121405" w:rsidRDefault="00121405" w:rsidP="001E01E0">
            <w:pPr>
              <w:jc w:val="center"/>
            </w:pPr>
          </w:p>
        </w:tc>
        <w:tc>
          <w:tcPr>
            <w:tcW w:w="1984" w:type="dxa"/>
            <w:tcBorders>
              <w:top w:val="single" w:sz="3" w:space="0" w:color="262324"/>
              <w:left w:val="single" w:sz="9" w:space="0" w:color="262324"/>
              <w:bottom w:val="single" w:sz="3" w:space="0" w:color="262324"/>
              <w:right w:val="single" w:sz="3" w:space="0" w:color="262324"/>
            </w:tcBorders>
          </w:tcPr>
          <w:p w:rsidR="00121405" w:rsidRDefault="00121405" w:rsidP="00953A4B">
            <w:pPr>
              <w:pStyle w:val="TableParagraph"/>
              <w:spacing w:before="56"/>
              <w:ind w:left="485"/>
              <w:rPr>
                <w:rFonts w:ascii="游明朝 Light" w:eastAsia="游明朝 Light" w:hAnsi="游明朝 Light" w:cs="游明朝 Light"/>
                <w:sz w:val="19"/>
                <w:szCs w:val="19"/>
              </w:rPr>
            </w:pPr>
            <w:r w:rsidRPr="002A6C21">
              <w:rPr>
                <w:rFonts w:asciiTheme="minorEastAsia" w:hAnsiTheme="minorEastAsia" w:cs="游明朝 Light"/>
                <w:color w:val="262324"/>
                <w:w w:val="105"/>
                <w:sz w:val="19"/>
                <w:szCs w:val="19"/>
              </w:rPr>
              <w:t>＊</w:t>
            </w:r>
            <w:r w:rsidR="001E01E0">
              <w:rPr>
                <w:rFonts w:asciiTheme="minorEastAsia" w:hAnsiTheme="minorEastAsia" w:cs="游明朝 Light" w:hint="eastAsia"/>
                <w:color w:val="262324"/>
                <w:w w:val="105"/>
                <w:sz w:val="19"/>
                <w:szCs w:val="19"/>
                <w:lang w:eastAsia="ja-JP"/>
              </w:rPr>
              <w:t>受験番号</w:t>
            </w:r>
          </w:p>
        </w:tc>
      </w:tr>
      <w:tr w:rsidR="00121405" w:rsidTr="001E01E0">
        <w:trPr>
          <w:trHeight w:hRule="exact" w:val="1133"/>
        </w:trPr>
        <w:tc>
          <w:tcPr>
            <w:tcW w:w="1560" w:type="dxa"/>
            <w:tcBorders>
              <w:top w:val="single" w:sz="3" w:space="0" w:color="262324"/>
              <w:left w:val="single" w:sz="9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:rsidR="00121405" w:rsidRPr="00121405" w:rsidRDefault="00121405" w:rsidP="00121405">
            <w:pPr>
              <w:pStyle w:val="TableParagraph"/>
              <w:spacing w:line="303" w:lineRule="exact"/>
              <w:jc w:val="center"/>
              <w:rPr>
                <w:rFonts w:asciiTheme="minorEastAsia" w:hAnsiTheme="minorEastAsia" w:cs="游明朝 Light"/>
                <w:sz w:val="20"/>
                <w:szCs w:val="20"/>
              </w:rPr>
            </w:pPr>
            <w:r w:rsidRPr="00121405">
              <w:rPr>
                <w:rFonts w:asciiTheme="minorEastAsia" w:hAnsiTheme="minorEastAsia" w:cs="游明朝 Light"/>
                <w:color w:val="262324"/>
                <w:w w:val="95"/>
                <w:sz w:val="20"/>
                <w:szCs w:val="20"/>
              </w:rPr>
              <w:t>氏</w:t>
            </w:r>
            <w:r>
              <w:rPr>
                <w:rFonts w:asciiTheme="minorEastAsia" w:hAnsiTheme="minorEastAsia" w:cs="游明朝 Light" w:hint="eastAsia"/>
                <w:color w:val="262324"/>
                <w:w w:val="95"/>
                <w:sz w:val="20"/>
                <w:szCs w:val="20"/>
                <w:lang w:eastAsia="ja-JP"/>
              </w:rPr>
              <w:t xml:space="preserve">　　　　</w:t>
            </w:r>
            <w:r w:rsidRPr="00121405">
              <w:rPr>
                <w:rFonts w:asciiTheme="minorEastAsia" w:hAnsiTheme="minorEastAsia" w:cs="游明朝 Light"/>
                <w:color w:val="262324"/>
                <w:sz w:val="20"/>
                <w:szCs w:val="20"/>
              </w:rPr>
              <w:t>名</w:t>
            </w:r>
          </w:p>
          <w:p w:rsidR="00121405" w:rsidRPr="00121405" w:rsidRDefault="00121405" w:rsidP="00121405">
            <w:pPr>
              <w:pStyle w:val="TableParagraph"/>
              <w:spacing w:line="286" w:lineRule="exact"/>
              <w:jc w:val="center"/>
              <w:rPr>
                <w:rFonts w:ascii="Century" w:eastAsia="游明朝 Light" w:hAnsi="Century" w:cs="游明朝 Light"/>
                <w:sz w:val="19"/>
                <w:szCs w:val="19"/>
              </w:rPr>
            </w:pPr>
            <w:r w:rsidRPr="00121405">
              <w:rPr>
                <w:rFonts w:ascii="Century" w:hAnsi="Century"/>
                <w:color w:val="262324"/>
                <w:spacing w:val="-1"/>
                <w:sz w:val="19"/>
              </w:rPr>
              <w:t>Name</w:t>
            </w:r>
            <w:r w:rsidRPr="00121405">
              <w:rPr>
                <w:rFonts w:ascii="Century" w:hAnsi="Century"/>
                <w:color w:val="262324"/>
                <w:spacing w:val="-23"/>
                <w:sz w:val="19"/>
              </w:rPr>
              <w:t xml:space="preserve"> </w:t>
            </w:r>
            <w:r w:rsidRPr="00121405">
              <w:rPr>
                <w:rFonts w:ascii="Century" w:hAnsi="Century"/>
                <w:color w:val="262324"/>
                <w:spacing w:val="-2"/>
                <w:sz w:val="19"/>
              </w:rPr>
              <w:t>in</w:t>
            </w:r>
            <w:r w:rsidRPr="00121405">
              <w:rPr>
                <w:rFonts w:ascii="Century" w:hAnsi="Century"/>
                <w:color w:val="262324"/>
                <w:spacing w:val="-22"/>
                <w:sz w:val="19"/>
              </w:rPr>
              <w:t xml:space="preserve"> </w:t>
            </w:r>
            <w:r w:rsidRPr="00121405">
              <w:rPr>
                <w:rFonts w:ascii="Century" w:hAnsi="Century"/>
                <w:color w:val="262324"/>
                <w:spacing w:val="-1"/>
                <w:sz w:val="19"/>
              </w:rPr>
              <w:t>full</w:t>
            </w:r>
          </w:p>
        </w:tc>
        <w:tc>
          <w:tcPr>
            <w:tcW w:w="6406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  <w:vAlign w:val="center"/>
          </w:tcPr>
          <w:p w:rsidR="00121405" w:rsidRPr="001E01E0" w:rsidRDefault="00121405" w:rsidP="001E01E0">
            <w:pPr>
              <w:jc w:val="center"/>
              <w:rPr>
                <w:sz w:val="28"/>
              </w:rPr>
            </w:pPr>
          </w:p>
        </w:tc>
        <w:tc>
          <w:tcPr>
            <w:tcW w:w="1984" w:type="dxa"/>
            <w:tcBorders>
              <w:top w:val="single" w:sz="3" w:space="0" w:color="262324"/>
              <w:left w:val="single" w:sz="9" w:space="0" w:color="262324"/>
              <w:bottom w:val="single" w:sz="9" w:space="0" w:color="262324"/>
              <w:right w:val="single" w:sz="3" w:space="0" w:color="262324"/>
            </w:tcBorders>
          </w:tcPr>
          <w:p w:rsidR="00121405" w:rsidRDefault="00121405" w:rsidP="00953A4B"/>
        </w:tc>
      </w:tr>
      <w:tr w:rsidR="00121405" w:rsidTr="00CC3C52">
        <w:trPr>
          <w:trHeight w:hRule="exact" w:val="9622"/>
        </w:trPr>
        <w:tc>
          <w:tcPr>
            <w:tcW w:w="9950" w:type="dxa"/>
            <w:gridSpan w:val="3"/>
            <w:tcBorders>
              <w:top w:val="single" w:sz="3" w:space="0" w:color="262324"/>
              <w:left w:val="single" w:sz="9" w:space="0" w:color="262324"/>
              <w:bottom w:val="single" w:sz="9" w:space="0" w:color="262324"/>
              <w:right w:val="single" w:sz="9" w:space="0" w:color="262324"/>
            </w:tcBorders>
          </w:tcPr>
          <w:p w:rsidR="00121405" w:rsidRDefault="00121405" w:rsidP="00953A4B"/>
        </w:tc>
      </w:tr>
    </w:tbl>
    <w:p w:rsidR="00083DD1" w:rsidRDefault="00083DD1" w:rsidP="00CC3C52">
      <w:pPr>
        <w:spacing w:before="47" w:line="240" w:lineRule="exact"/>
        <w:ind w:right="106"/>
        <w:jc w:val="right"/>
        <w:rPr>
          <w:rFonts w:asciiTheme="minorEastAsia" w:hAnsiTheme="minorEastAsia" w:cs="PMingLiU"/>
          <w:color w:val="262324"/>
          <w:sz w:val="17"/>
          <w:szCs w:val="17"/>
        </w:rPr>
      </w:pPr>
      <w:r w:rsidRPr="00083DD1">
        <w:rPr>
          <w:rFonts w:asciiTheme="minorEastAsia" w:hAnsiTheme="minorEastAsia" w:cs="PMingLiU"/>
          <w:color w:val="262324"/>
          <w:sz w:val="17"/>
          <w:szCs w:val="17"/>
        </w:rPr>
        <w:t>裏へ続く</w:t>
      </w:r>
    </w:p>
    <w:p w:rsidR="00CC3C52" w:rsidRPr="00362755" w:rsidRDefault="00CC3C52" w:rsidP="00CC3C52">
      <w:pPr>
        <w:spacing w:line="240" w:lineRule="exact"/>
        <w:ind w:firstLineChars="400" w:firstLine="796"/>
        <w:rPr>
          <w:rFonts w:asciiTheme="minorEastAsia" w:hAnsiTheme="minorEastAsia" w:cs="游明朝 Light"/>
          <w:sz w:val="19"/>
          <w:szCs w:val="19"/>
        </w:rPr>
      </w:pPr>
      <w:r w:rsidRPr="00362755">
        <w:rPr>
          <w:rFonts w:asciiTheme="minorEastAsia" w:hAnsiTheme="minorEastAsia" w:cs="游明朝 Light"/>
          <w:color w:val="262324"/>
          <w:w w:val="105"/>
          <w:sz w:val="19"/>
          <w:szCs w:val="19"/>
        </w:rPr>
        <w:t>※以下の点を参考に詳しく記入し，業績の写しを添付してください。</w:t>
      </w:r>
    </w:p>
    <w:p w:rsidR="00CC3C52" w:rsidRPr="00362755" w:rsidRDefault="00CC3C52" w:rsidP="00CC3C52">
      <w:pPr>
        <w:spacing w:line="240" w:lineRule="exact"/>
        <w:ind w:firstLineChars="500" w:firstLine="995"/>
        <w:rPr>
          <w:rFonts w:asciiTheme="minorEastAsia" w:hAnsiTheme="minorEastAsia" w:cs="游明朝 Light"/>
          <w:sz w:val="19"/>
          <w:szCs w:val="19"/>
        </w:rPr>
      </w:pPr>
      <w:r w:rsidRPr="00362755">
        <w:rPr>
          <w:rFonts w:asciiTheme="minorEastAsia" w:hAnsiTheme="minorEastAsia" w:cs="游明朝 Light"/>
          <w:color w:val="262324"/>
          <w:w w:val="105"/>
          <w:sz w:val="19"/>
          <w:szCs w:val="19"/>
        </w:rPr>
        <w:t>・論文，著書など（論文・著書名，発表雑誌等の名称・巻・号・年，掲載ページ</w:t>
      </w:r>
      <w:r w:rsidRPr="00362755">
        <w:rPr>
          <w:rFonts w:asciiTheme="minorEastAsia" w:hAnsiTheme="minorEastAsia" w:cs="游明朝 Light"/>
          <w:color w:val="262324"/>
          <w:spacing w:val="59"/>
          <w:w w:val="105"/>
          <w:sz w:val="19"/>
          <w:szCs w:val="19"/>
        </w:rPr>
        <w:t xml:space="preserve"> </w:t>
      </w:r>
      <w:r w:rsidRPr="00362755">
        <w:rPr>
          <w:rFonts w:asciiTheme="minorEastAsia" w:hAnsiTheme="minorEastAsia" w:cs="游明朝 Light"/>
          <w:color w:val="262324"/>
          <w:w w:val="105"/>
          <w:sz w:val="19"/>
          <w:szCs w:val="19"/>
        </w:rPr>
        <w:t>等）</w:t>
      </w:r>
    </w:p>
    <w:p w:rsidR="00CC3C52" w:rsidRPr="00362755" w:rsidRDefault="00CC3C52" w:rsidP="00CC3C52">
      <w:pPr>
        <w:spacing w:line="240" w:lineRule="exact"/>
        <w:ind w:firstLineChars="500" w:firstLine="995"/>
        <w:rPr>
          <w:rFonts w:asciiTheme="minorEastAsia" w:hAnsiTheme="minorEastAsia" w:cs="游明朝 Light"/>
          <w:sz w:val="19"/>
          <w:szCs w:val="19"/>
        </w:rPr>
      </w:pPr>
      <w:r w:rsidRPr="00362755">
        <w:rPr>
          <w:rFonts w:asciiTheme="minorEastAsia" w:hAnsiTheme="minorEastAsia" w:cs="游明朝 Light"/>
          <w:color w:val="262324"/>
          <w:w w:val="105"/>
          <w:sz w:val="19"/>
          <w:szCs w:val="19"/>
        </w:rPr>
        <w:t xml:space="preserve">・口頭発表（題目，学会等の名称，発表年月 </w:t>
      </w:r>
      <w:r w:rsidRPr="00362755">
        <w:rPr>
          <w:rFonts w:asciiTheme="minorEastAsia" w:hAnsiTheme="minorEastAsia" w:cs="游明朝 Light"/>
          <w:color w:val="262324"/>
          <w:spacing w:val="23"/>
          <w:w w:val="105"/>
          <w:sz w:val="19"/>
          <w:szCs w:val="19"/>
        </w:rPr>
        <w:t xml:space="preserve"> </w:t>
      </w:r>
      <w:r w:rsidRPr="00362755">
        <w:rPr>
          <w:rFonts w:asciiTheme="minorEastAsia" w:hAnsiTheme="minorEastAsia" w:cs="游明朝 Light"/>
          <w:color w:val="262324"/>
          <w:w w:val="105"/>
          <w:sz w:val="19"/>
          <w:szCs w:val="19"/>
        </w:rPr>
        <w:t>等）</w:t>
      </w:r>
    </w:p>
    <w:p w:rsidR="00CC3C52" w:rsidRPr="001A5AB0" w:rsidRDefault="00CC3C52" w:rsidP="00CC3C52">
      <w:pPr>
        <w:spacing w:line="240" w:lineRule="exact"/>
        <w:ind w:firstLineChars="500" w:firstLine="995"/>
        <w:rPr>
          <w:rFonts w:eastAsia="游明朝 Light" w:cs="游明朝 Light"/>
          <w:sz w:val="19"/>
          <w:szCs w:val="19"/>
        </w:rPr>
      </w:pPr>
      <w:r w:rsidRPr="00362755">
        <w:rPr>
          <w:rFonts w:asciiTheme="minorEastAsia" w:hAnsiTheme="minorEastAsia" w:cs="游明朝 Light"/>
          <w:color w:val="262324"/>
          <w:w w:val="105"/>
          <w:sz w:val="19"/>
          <w:szCs w:val="19"/>
        </w:rPr>
        <w:t xml:space="preserve">・その他（業績名称，発表・実施場所，年月日 </w:t>
      </w:r>
      <w:r w:rsidRPr="00362755">
        <w:rPr>
          <w:rFonts w:asciiTheme="minorEastAsia" w:hAnsiTheme="minorEastAsia" w:cs="游明朝 Light"/>
          <w:color w:val="262324"/>
          <w:spacing w:val="21"/>
          <w:w w:val="105"/>
          <w:sz w:val="19"/>
          <w:szCs w:val="19"/>
        </w:rPr>
        <w:t xml:space="preserve"> </w:t>
      </w:r>
      <w:r w:rsidRPr="00362755">
        <w:rPr>
          <w:rFonts w:asciiTheme="minorEastAsia" w:hAnsiTheme="minorEastAsia" w:cs="游明朝 Light"/>
          <w:color w:val="262324"/>
          <w:w w:val="105"/>
          <w:sz w:val="19"/>
          <w:szCs w:val="19"/>
        </w:rPr>
        <w:t>等）</w:t>
      </w:r>
    </w:p>
    <w:p w:rsidR="00CC3C52" w:rsidRDefault="00CC3C52" w:rsidP="00CC3C52">
      <w:pPr>
        <w:spacing w:line="288" w:lineRule="exact"/>
        <w:rPr>
          <w:w w:val="110"/>
        </w:rPr>
      </w:pPr>
    </w:p>
    <w:p w:rsidR="00CC3C52" w:rsidRPr="00CC3C52" w:rsidRDefault="00CC3C52" w:rsidP="00083DD1">
      <w:pPr>
        <w:spacing w:before="47"/>
        <w:ind w:right="106"/>
        <w:jc w:val="right"/>
        <w:rPr>
          <w:rFonts w:asciiTheme="minorEastAsia" w:hAnsiTheme="minorEastAsia" w:cs="PMingLiU"/>
          <w:color w:val="262324"/>
          <w:sz w:val="17"/>
          <w:szCs w:val="17"/>
        </w:rPr>
      </w:pPr>
    </w:p>
    <w:p w:rsidR="00883302" w:rsidRPr="00083DD1" w:rsidRDefault="00883302" w:rsidP="00883302">
      <w:pPr>
        <w:spacing w:before="6"/>
        <w:rPr>
          <w:rFonts w:ascii="Times New Roman" w:hAnsi="Times New Roman" w:cs="Times New Roman"/>
          <w:sz w:val="20"/>
          <w:szCs w:val="20"/>
        </w:rPr>
      </w:pPr>
    </w:p>
    <w:p w:rsidR="00883302" w:rsidRDefault="00883302" w:rsidP="00883302">
      <w:pPr>
        <w:spacing w:before="6"/>
        <w:rPr>
          <w:rFonts w:ascii="Times New Roman" w:hAnsi="Times New Roman" w:cs="Times New Roman"/>
          <w:sz w:val="20"/>
          <w:szCs w:val="20"/>
        </w:rPr>
      </w:pPr>
    </w:p>
    <w:p w:rsidR="00CC3C52" w:rsidRPr="00083DD1" w:rsidRDefault="00CC3C52" w:rsidP="00883302">
      <w:pPr>
        <w:spacing w:before="6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922"/>
      </w:tblGrid>
      <w:tr w:rsidR="00883302" w:rsidTr="00A61092">
        <w:trPr>
          <w:trHeight w:val="14023"/>
        </w:trPr>
        <w:tc>
          <w:tcPr>
            <w:tcW w:w="9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83302" w:rsidRDefault="00883302" w:rsidP="00A61092">
            <w:pPr>
              <w:spacing w:before="6"/>
              <w:rPr>
                <w:rFonts w:ascii="Times New Roman" w:hAnsi="Times New Roman" w:cs="Times New Roman"/>
                <w:szCs w:val="21"/>
              </w:rPr>
            </w:pPr>
          </w:p>
        </w:tc>
      </w:tr>
    </w:tbl>
    <w:p w:rsidR="00883302" w:rsidRPr="00083DD1" w:rsidRDefault="00883302" w:rsidP="00883302">
      <w:pPr>
        <w:spacing w:before="6"/>
        <w:rPr>
          <w:rFonts w:ascii="Times New Roman" w:hAnsi="Times New Roman" w:cs="Times New Roman"/>
          <w:szCs w:val="21"/>
        </w:rPr>
      </w:pPr>
    </w:p>
    <w:tbl>
      <w:tblPr>
        <w:tblStyle w:val="TableNormal"/>
        <w:tblpPr w:leftFromText="142" w:rightFromText="142" w:vertAnchor="page" w:horzAnchor="margin" w:tblpXSpec="center" w:tblpY="980"/>
        <w:tblW w:w="0" w:type="auto"/>
        <w:tblLayout w:type="fixed"/>
        <w:tblLook w:val="01E0" w:firstRow="1" w:lastRow="1" w:firstColumn="1" w:lastColumn="1" w:noHBand="0" w:noVBand="0"/>
      </w:tblPr>
      <w:tblGrid>
        <w:gridCol w:w="1560"/>
        <w:gridCol w:w="4819"/>
        <w:gridCol w:w="1561"/>
        <w:gridCol w:w="2011"/>
      </w:tblGrid>
      <w:tr w:rsidR="00883302" w:rsidTr="001E01E0">
        <w:trPr>
          <w:trHeight w:hRule="exact" w:val="624"/>
        </w:trPr>
        <w:tc>
          <w:tcPr>
            <w:tcW w:w="1560" w:type="dxa"/>
            <w:tcBorders>
              <w:top w:val="single" w:sz="9" w:space="0" w:color="262324"/>
              <w:left w:val="single" w:sz="9" w:space="0" w:color="262324"/>
              <w:bottom w:val="single" w:sz="9" w:space="0" w:color="262324"/>
              <w:right w:val="single" w:sz="3" w:space="0" w:color="262324"/>
            </w:tcBorders>
          </w:tcPr>
          <w:p w:rsidR="00883302" w:rsidRPr="00083DD1" w:rsidRDefault="00883302" w:rsidP="00A61092">
            <w:pPr>
              <w:pStyle w:val="TableParagraph"/>
              <w:tabs>
                <w:tab w:val="left" w:pos="1064"/>
              </w:tabs>
              <w:spacing w:line="271" w:lineRule="exact"/>
              <w:ind w:left="273"/>
              <w:rPr>
                <w:rFonts w:asciiTheme="minorEastAsia" w:hAnsiTheme="minorEastAsia" w:cs="游明朝 Light"/>
                <w:sz w:val="19"/>
                <w:szCs w:val="19"/>
              </w:rPr>
            </w:pPr>
            <w:r w:rsidRPr="00083DD1">
              <w:rPr>
                <w:rFonts w:asciiTheme="minorEastAsia" w:hAnsiTheme="minorEastAsia" w:cs="游明朝 Light"/>
                <w:color w:val="262324"/>
                <w:sz w:val="19"/>
                <w:szCs w:val="19"/>
              </w:rPr>
              <w:t>氏</w:t>
            </w:r>
            <w:r w:rsidRPr="00083DD1">
              <w:rPr>
                <w:rFonts w:asciiTheme="minorEastAsia" w:hAnsiTheme="minorEastAsia" w:cs="游明朝 Light"/>
                <w:color w:val="262324"/>
                <w:sz w:val="19"/>
                <w:szCs w:val="19"/>
              </w:rPr>
              <w:tab/>
            </w:r>
            <w:r w:rsidRPr="00083DD1">
              <w:rPr>
                <w:rFonts w:asciiTheme="minorEastAsia" w:hAnsiTheme="minorEastAsia" w:cs="游明朝 Light"/>
                <w:color w:val="262324"/>
                <w:w w:val="105"/>
                <w:sz w:val="19"/>
                <w:szCs w:val="19"/>
              </w:rPr>
              <w:t>名</w:t>
            </w:r>
          </w:p>
          <w:p w:rsidR="00883302" w:rsidRPr="00083DD1" w:rsidRDefault="00883302" w:rsidP="00A61092">
            <w:pPr>
              <w:pStyle w:val="TableParagraph"/>
              <w:spacing w:line="287" w:lineRule="exact"/>
              <w:ind w:left="242"/>
              <w:rPr>
                <w:rFonts w:eastAsia="游明朝 Light" w:cs="游明朝 Light"/>
                <w:sz w:val="19"/>
                <w:szCs w:val="19"/>
              </w:rPr>
            </w:pPr>
            <w:r w:rsidRPr="00083DD1">
              <w:rPr>
                <w:color w:val="262324"/>
                <w:spacing w:val="-1"/>
                <w:w w:val="105"/>
                <w:sz w:val="19"/>
              </w:rPr>
              <w:t>Name</w:t>
            </w:r>
            <w:r w:rsidRPr="00083DD1">
              <w:rPr>
                <w:color w:val="262324"/>
                <w:spacing w:val="-14"/>
                <w:w w:val="105"/>
                <w:sz w:val="19"/>
              </w:rPr>
              <w:t xml:space="preserve"> </w:t>
            </w:r>
            <w:r w:rsidRPr="00083DD1">
              <w:rPr>
                <w:color w:val="262324"/>
                <w:spacing w:val="-2"/>
                <w:w w:val="105"/>
                <w:sz w:val="19"/>
              </w:rPr>
              <w:t>in</w:t>
            </w:r>
            <w:r w:rsidRPr="00083DD1">
              <w:rPr>
                <w:color w:val="262324"/>
                <w:spacing w:val="-13"/>
                <w:w w:val="105"/>
                <w:sz w:val="19"/>
              </w:rPr>
              <w:t xml:space="preserve"> </w:t>
            </w:r>
            <w:r w:rsidRPr="00083DD1">
              <w:rPr>
                <w:color w:val="262324"/>
                <w:spacing w:val="-1"/>
                <w:w w:val="105"/>
                <w:sz w:val="19"/>
              </w:rPr>
              <w:t>full</w:t>
            </w:r>
          </w:p>
        </w:tc>
        <w:tc>
          <w:tcPr>
            <w:tcW w:w="4819" w:type="dxa"/>
            <w:tcBorders>
              <w:top w:val="single" w:sz="9" w:space="0" w:color="262324"/>
              <w:left w:val="single" w:sz="3" w:space="0" w:color="262324"/>
              <w:bottom w:val="single" w:sz="9" w:space="0" w:color="262324"/>
              <w:right w:val="single" w:sz="9" w:space="0" w:color="262324"/>
            </w:tcBorders>
            <w:vAlign w:val="center"/>
          </w:tcPr>
          <w:p w:rsidR="00883302" w:rsidRDefault="00883302" w:rsidP="001E01E0">
            <w:pPr>
              <w:jc w:val="center"/>
            </w:pPr>
          </w:p>
        </w:tc>
        <w:tc>
          <w:tcPr>
            <w:tcW w:w="1561" w:type="dxa"/>
            <w:tcBorders>
              <w:top w:val="single" w:sz="3" w:space="0" w:color="262324"/>
              <w:left w:val="single" w:sz="9" w:space="0" w:color="262324"/>
              <w:bottom w:val="single" w:sz="3" w:space="0" w:color="262324"/>
              <w:right w:val="single" w:sz="3" w:space="0" w:color="262324"/>
            </w:tcBorders>
          </w:tcPr>
          <w:p w:rsidR="00883302" w:rsidRDefault="00883302" w:rsidP="00A61092">
            <w:pPr>
              <w:pStyle w:val="TableParagraph"/>
              <w:spacing w:before="105"/>
              <w:ind w:left="272"/>
              <w:rPr>
                <w:rFonts w:ascii="游明朝 Light" w:eastAsia="游明朝 Light" w:hAnsi="游明朝 Light" w:cs="游明朝 Light"/>
                <w:sz w:val="20"/>
                <w:szCs w:val="20"/>
              </w:rPr>
            </w:pPr>
            <w:r w:rsidRPr="002A6C21">
              <w:rPr>
                <w:rFonts w:asciiTheme="minorEastAsia" w:hAnsiTheme="minorEastAsia" w:cs="游明朝 Light"/>
                <w:color w:val="262324"/>
                <w:sz w:val="20"/>
                <w:szCs w:val="20"/>
              </w:rPr>
              <w:t>＊</w:t>
            </w:r>
            <w:r w:rsidRPr="00083DD1">
              <w:rPr>
                <w:rFonts w:asciiTheme="minorEastAsia" w:hAnsiTheme="minorEastAsia" w:cs="游明朝 Light"/>
                <w:color w:val="262324"/>
                <w:sz w:val="20"/>
                <w:szCs w:val="20"/>
              </w:rPr>
              <w:t>受験番号</w:t>
            </w:r>
          </w:p>
        </w:tc>
        <w:tc>
          <w:tcPr>
            <w:tcW w:w="2011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</w:tcPr>
          <w:p w:rsidR="00883302" w:rsidRDefault="00883302" w:rsidP="00A61092"/>
        </w:tc>
      </w:tr>
    </w:tbl>
    <w:p w:rsidR="00883302" w:rsidRDefault="00883302">
      <w:pPr>
        <w:spacing w:before="7"/>
      </w:pPr>
    </w:p>
    <w:sectPr w:rsidR="00883302" w:rsidSect="00121405">
      <w:pgSz w:w="11906" w:h="16838"/>
      <w:pgMar w:top="0" w:right="601" w:bottom="0" w:left="499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3302" w:rsidRDefault="00883302" w:rsidP="00883302">
      <w:r>
        <w:separator/>
      </w:r>
    </w:p>
  </w:endnote>
  <w:endnote w:type="continuationSeparator" w:id="0">
    <w:p w:rsidR="00883302" w:rsidRDefault="00883302" w:rsidP="008833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icrosoft YaHei">
    <w:altName w:val="Microsoft YaHei"/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游明朝 Light">
    <w:altName w:val="游明朝 Light"/>
    <w:panose1 w:val="02020300000000000000"/>
    <w:charset w:val="80"/>
    <w:family w:val="roman"/>
    <w:pitch w:val="variable"/>
    <w:sig w:usb0="800002E7" w:usb1="2AC7FCF0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3302" w:rsidRDefault="00883302" w:rsidP="00883302">
      <w:r>
        <w:separator/>
      </w:r>
    </w:p>
  </w:footnote>
  <w:footnote w:type="continuationSeparator" w:id="0">
    <w:p w:rsidR="00883302" w:rsidRDefault="00883302" w:rsidP="008833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405"/>
    <w:rsid w:val="00083DD1"/>
    <w:rsid w:val="00121405"/>
    <w:rsid w:val="00150F47"/>
    <w:rsid w:val="001E01E0"/>
    <w:rsid w:val="002A6C21"/>
    <w:rsid w:val="006A1CFA"/>
    <w:rsid w:val="00766963"/>
    <w:rsid w:val="00883302"/>
    <w:rsid w:val="00B4021B"/>
    <w:rsid w:val="00CC3C52"/>
    <w:rsid w:val="00ED7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A5CA406"/>
  <w15:chartTrackingRefBased/>
  <w15:docId w15:val="{14453EF2-7087-4B78-B5D9-1D0A0F3A3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4">
    <w:name w:val="heading 4"/>
    <w:basedOn w:val="a"/>
    <w:link w:val="40"/>
    <w:uiPriority w:val="1"/>
    <w:qFormat/>
    <w:rsid w:val="00121405"/>
    <w:pPr>
      <w:ind w:left="3849"/>
      <w:jc w:val="left"/>
      <w:outlineLvl w:val="3"/>
    </w:pPr>
    <w:rPr>
      <w:rFonts w:ascii="PMingLiU" w:eastAsia="PMingLiU" w:hAnsi="PMingLiU"/>
      <w:kern w:val="0"/>
      <w:sz w:val="34"/>
      <w:szCs w:val="34"/>
      <w:lang w:eastAsia="en-US"/>
    </w:rPr>
  </w:style>
  <w:style w:type="paragraph" w:styleId="7">
    <w:name w:val="heading 7"/>
    <w:basedOn w:val="a"/>
    <w:link w:val="70"/>
    <w:uiPriority w:val="1"/>
    <w:qFormat/>
    <w:rsid w:val="00121405"/>
    <w:pPr>
      <w:jc w:val="left"/>
      <w:outlineLvl w:val="6"/>
    </w:pPr>
    <w:rPr>
      <w:rFonts w:ascii="Microsoft YaHei" w:eastAsia="Microsoft YaHei" w:hAnsi="Microsoft YaHei"/>
      <w:b/>
      <w:bCs/>
      <w:kern w:val="0"/>
      <w:sz w:val="25"/>
      <w:szCs w:val="25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見出し 4 (文字)"/>
    <w:basedOn w:val="a0"/>
    <w:link w:val="4"/>
    <w:uiPriority w:val="1"/>
    <w:rsid w:val="00121405"/>
    <w:rPr>
      <w:rFonts w:ascii="PMingLiU" w:eastAsia="PMingLiU" w:hAnsi="PMingLiU"/>
      <w:kern w:val="0"/>
      <w:sz w:val="34"/>
      <w:szCs w:val="34"/>
      <w:lang w:eastAsia="en-US"/>
    </w:rPr>
  </w:style>
  <w:style w:type="character" w:customStyle="1" w:styleId="70">
    <w:name w:val="見出し 7 (文字)"/>
    <w:basedOn w:val="a0"/>
    <w:link w:val="7"/>
    <w:uiPriority w:val="1"/>
    <w:rsid w:val="00121405"/>
    <w:rPr>
      <w:rFonts w:ascii="Microsoft YaHei" w:eastAsia="Microsoft YaHei" w:hAnsi="Microsoft YaHei"/>
      <w:b/>
      <w:bCs/>
      <w:kern w:val="0"/>
      <w:sz w:val="25"/>
      <w:szCs w:val="25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121405"/>
    <w:pPr>
      <w:widowControl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21405"/>
    <w:pPr>
      <w:jc w:val="left"/>
    </w:pPr>
    <w:rPr>
      <w:kern w:val="0"/>
      <w:sz w:val="22"/>
      <w:lang w:eastAsia="en-US"/>
    </w:rPr>
  </w:style>
  <w:style w:type="table" w:styleId="a3">
    <w:name w:val="Table Grid"/>
    <w:basedOn w:val="a1"/>
    <w:uiPriority w:val="39"/>
    <w:rsid w:val="00083D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8330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83302"/>
  </w:style>
  <w:style w:type="paragraph" w:styleId="a6">
    <w:name w:val="footer"/>
    <w:basedOn w:val="a"/>
    <w:link w:val="a7"/>
    <w:uiPriority w:val="99"/>
    <w:unhideWhenUsed/>
    <w:rsid w:val="0088330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833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3A9C44C8.dotm</Template>
  <TotalTime>17</TotalTime>
  <Pages>2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原　亜裕美</dc:creator>
  <cp:keywords/>
  <dc:description/>
  <cp:lastModifiedBy>嵯峨　礼望</cp:lastModifiedBy>
  <cp:revision>7</cp:revision>
  <dcterms:created xsi:type="dcterms:W3CDTF">2016-05-10T00:29:00Z</dcterms:created>
  <dcterms:modified xsi:type="dcterms:W3CDTF">2019-06-21T00:58:00Z</dcterms:modified>
</cp:coreProperties>
</file>