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C66" w:rsidRDefault="002C72BF" w:rsidP="000D23FD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F13E6" wp14:editId="2C5B48CE">
                <wp:simplePos x="0" y="0"/>
                <wp:positionH relativeFrom="column">
                  <wp:posOffset>4281169</wp:posOffset>
                </wp:positionH>
                <wp:positionV relativeFrom="paragraph">
                  <wp:posOffset>-34290</wp:posOffset>
                </wp:positionV>
                <wp:extent cx="1552575" cy="5143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143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72BF" w:rsidRDefault="00C75CB3" w:rsidP="002C72BF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芸術地域デザイン</w:t>
                            </w:r>
                            <w:r w:rsidR="002C72BF" w:rsidRPr="002C72BF">
                              <w:rPr>
                                <w:rFonts w:hint="eastAsia"/>
                                <w:color w:val="000000" w:themeColor="text1"/>
                              </w:rPr>
                              <w:t>学部</w:t>
                            </w:r>
                          </w:p>
                          <w:p w:rsidR="002C72BF" w:rsidRPr="002C72BF" w:rsidRDefault="002C72BF" w:rsidP="002C72BF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2C72BF">
                              <w:rPr>
                                <w:rFonts w:hint="eastAsia"/>
                                <w:color w:val="000000" w:themeColor="text1"/>
                              </w:rPr>
                              <w:t>理工学部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F13E6" id="正方形/長方形 1" o:spid="_x0000_s1026" style="position:absolute;left:0;text-align:left;margin-left:337.1pt;margin-top:-2.7pt;width:122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" filled="f" strokecolor="black [3213]" strokeweight="1.5pt">
                <v:textbox>
                  <w:txbxContent>
                    <w:p w:rsidR="002C72BF" w:rsidRDefault="00C75CB3" w:rsidP="002C72BF">
                      <w:pPr>
                        <w:jc w:val="center"/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芸術地域デザイン</w:t>
                      </w:r>
                      <w:r w:rsidR="002C72BF" w:rsidRPr="002C72BF">
                        <w:rPr>
                          <w:rFonts w:hint="eastAsia"/>
                          <w:color w:val="000000" w:themeColor="text1"/>
                        </w:rPr>
                        <w:t>学部</w:t>
                      </w:r>
                    </w:p>
                    <w:p w:rsidR="002C72BF" w:rsidRPr="002C72BF" w:rsidRDefault="002C72BF" w:rsidP="002C72BF">
                      <w:pPr>
                        <w:jc w:val="center"/>
                        <w:rPr>
                          <w:color w:val="000000" w:themeColor="text1"/>
                          <w:sz w:val="22"/>
                        </w:rPr>
                      </w:pPr>
                      <w:r w:rsidRPr="002C72BF">
                        <w:rPr>
                          <w:rFonts w:hint="eastAsia"/>
                          <w:color w:val="000000" w:themeColor="text1"/>
                        </w:rPr>
                        <w:t>理工学部</w:t>
                      </w:r>
                    </w:p>
                  </w:txbxContent>
                </v:textbox>
              </v:rect>
            </w:pict>
          </mc:Fallback>
        </mc:AlternateContent>
      </w:r>
    </w:p>
    <w:p w:rsidR="000D23FD" w:rsidRPr="002C72BF" w:rsidRDefault="000D23FD" w:rsidP="000D23FD">
      <w:pPr>
        <w:jc w:val="center"/>
        <w:rPr>
          <w:b/>
          <w:sz w:val="22"/>
        </w:rPr>
      </w:pPr>
      <w:r w:rsidRPr="002C72BF">
        <w:rPr>
          <w:rFonts w:hint="eastAsia"/>
          <w:b/>
          <w:sz w:val="36"/>
        </w:rPr>
        <w:t xml:space="preserve">調　</w:t>
      </w:r>
      <w:r w:rsidR="002C72BF">
        <w:rPr>
          <w:rFonts w:hint="eastAsia"/>
          <w:b/>
          <w:sz w:val="36"/>
        </w:rPr>
        <w:t xml:space="preserve">　</w:t>
      </w:r>
      <w:r w:rsidRPr="002C72BF">
        <w:rPr>
          <w:rFonts w:hint="eastAsia"/>
          <w:b/>
          <w:sz w:val="36"/>
        </w:rPr>
        <w:t xml:space="preserve">査　</w:t>
      </w:r>
      <w:r w:rsidR="002C72BF">
        <w:rPr>
          <w:rFonts w:hint="eastAsia"/>
          <w:b/>
          <w:sz w:val="36"/>
        </w:rPr>
        <w:t xml:space="preserve">　</w:t>
      </w:r>
      <w:r w:rsidRPr="002C72BF">
        <w:rPr>
          <w:rFonts w:hint="eastAsia"/>
          <w:b/>
          <w:sz w:val="36"/>
        </w:rPr>
        <w:t>書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100"/>
        <w:gridCol w:w="2836"/>
        <w:gridCol w:w="701"/>
        <w:gridCol w:w="582"/>
        <w:gridCol w:w="3961"/>
      </w:tblGrid>
      <w:tr w:rsidR="000D23FD" w:rsidTr="00392623">
        <w:tc>
          <w:tcPr>
            <w:tcW w:w="1100" w:type="dxa"/>
            <w:tcBorders>
              <w:bottom w:val="dashSmallGap" w:sz="4" w:space="0" w:color="auto"/>
            </w:tcBorders>
          </w:tcPr>
          <w:p w:rsidR="000D23FD" w:rsidRDefault="000D23FD">
            <w:r>
              <w:rPr>
                <w:rFonts w:hint="eastAsia"/>
              </w:rPr>
              <w:t>ふりがな</w:t>
            </w:r>
          </w:p>
        </w:tc>
        <w:tc>
          <w:tcPr>
            <w:tcW w:w="2836" w:type="dxa"/>
            <w:tcBorders>
              <w:bottom w:val="dashSmallGap" w:sz="4" w:space="0" w:color="auto"/>
            </w:tcBorders>
          </w:tcPr>
          <w:p w:rsidR="000D23FD" w:rsidRDefault="000D23FD"/>
        </w:tc>
        <w:tc>
          <w:tcPr>
            <w:tcW w:w="701" w:type="dxa"/>
          </w:tcPr>
          <w:p w:rsidR="000D23FD" w:rsidRDefault="000D23FD">
            <w:r>
              <w:rPr>
                <w:rFonts w:hint="eastAsia"/>
              </w:rPr>
              <w:t>性別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:rsidR="000D23FD" w:rsidRDefault="000D23FD" w:rsidP="000D23FD">
            <w:pPr>
              <w:ind w:left="113" w:right="113"/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3961" w:type="dxa"/>
            <w:vMerge w:val="restart"/>
          </w:tcPr>
          <w:p w:rsidR="000D23FD" w:rsidRDefault="000D23FD"/>
        </w:tc>
      </w:tr>
      <w:tr w:rsidR="00392623" w:rsidTr="00392623">
        <w:trPr>
          <w:trHeight w:val="454"/>
        </w:trPr>
        <w:tc>
          <w:tcPr>
            <w:tcW w:w="1100" w:type="dxa"/>
            <w:vMerge w:val="restart"/>
            <w:tcBorders>
              <w:top w:val="dashSmallGap" w:sz="4" w:space="0" w:color="auto"/>
            </w:tcBorders>
            <w:vAlign w:val="center"/>
          </w:tcPr>
          <w:p w:rsidR="00392623" w:rsidRDefault="00392623" w:rsidP="006E7241">
            <w:r>
              <w:rPr>
                <w:rFonts w:hint="eastAsia"/>
              </w:rPr>
              <w:t>氏　　名</w:t>
            </w:r>
          </w:p>
        </w:tc>
        <w:tc>
          <w:tcPr>
            <w:tcW w:w="2836" w:type="dxa"/>
            <w:tcBorders>
              <w:top w:val="dashSmallGap" w:sz="4" w:space="0" w:color="auto"/>
              <w:bottom w:val="nil"/>
            </w:tcBorders>
          </w:tcPr>
          <w:p w:rsidR="00392623" w:rsidRDefault="00392623"/>
        </w:tc>
        <w:tc>
          <w:tcPr>
            <w:tcW w:w="701" w:type="dxa"/>
            <w:vMerge w:val="restart"/>
          </w:tcPr>
          <w:p w:rsidR="00392623" w:rsidRDefault="00392623"/>
        </w:tc>
        <w:tc>
          <w:tcPr>
            <w:tcW w:w="582" w:type="dxa"/>
            <w:vMerge/>
          </w:tcPr>
          <w:p w:rsidR="00392623" w:rsidRDefault="00392623"/>
        </w:tc>
        <w:tc>
          <w:tcPr>
            <w:tcW w:w="3961" w:type="dxa"/>
            <w:vMerge/>
          </w:tcPr>
          <w:p w:rsidR="00392623" w:rsidRDefault="00392623"/>
        </w:tc>
      </w:tr>
      <w:tr w:rsidR="00392623" w:rsidTr="00392623">
        <w:trPr>
          <w:trHeight w:val="454"/>
        </w:trPr>
        <w:tc>
          <w:tcPr>
            <w:tcW w:w="1100" w:type="dxa"/>
            <w:vMerge/>
            <w:vAlign w:val="center"/>
          </w:tcPr>
          <w:p w:rsidR="00392623" w:rsidRDefault="00392623"/>
        </w:tc>
        <w:tc>
          <w:tcPr>
            <w:tcW w:w="2836" w:type="dxa"/>
            <w:tcBorders>
              <w:top w:val="nil"/>
            </w:tcBorders>
            <w:vAlign w:val="bottom"/>
          </w:tcPr>
          <w:p w:rsidR="00392623" w:rsidRDefault="00392623">
            <w:r>
              <w:rPr>
                <w:rFonts w:hint="eastAsia"/>
              </w:rPr>
              <w:t xml:space="preserve">　　　　年　　月　　日生</w:t>
            </w:r>
          </w:p>
        </w:tc>
        <w:tc>
          <w:tcPr>
            <w:tcW w:w="701" w:type="dxa"/>
            <w:vMerge/>
          </w:tcPr>
          <w:p w:rsidR="00392623" w:rsidRDefault="00392623"/>
        </w:tc>
        <w:tc>
          <w:tcPr>
            <w:tcW w:w="582" w:type="dxa"/>
            <w:vMerge/>
          </w:tcPr>
          <w:p w:rsidR="00392623" w:rsidRDefault="00392623"/>
        </w:tc>
        <w:tc>
          <w:tcPr>
            <w:tcW w:w="3961" w:type="dxa"/>
            <w:vMerge/>
          </w:tcPr>
          <w:p w:rsidR="00392623" w:rsidRDefault="00392623"/>
        </w:tc>
      </w:tr>
      <w:tr w:rsidR="000D23FD" w:rsidTr="00392623">
        <w:trPr>
          <w:trHeight w:val="589"/>
        </w:trPr>
        <w:tc>
          <w:tcPr>
            <w:tcW w:w="1100" w:type="dxa"/>
            <w:vAlign w:val="center"/>
          </w:tcPr>
          <w:p w:rsidR="000D23FD" w:rsidRDefault="000D23FD">
            <w:r w:rsidRPr="000D23FD">
              <w:rPr>
                <w:rFonts w:hint="eastAsia"/>
                <w:spacing w:val="45"/>
                <w:kern w:val="0"/>
                <w:fitText w:val="840" w:id="697486848"/>
              </w:rPr>
              <w:t>学校</w:t>
            </w:r>
            <w:r w:rsidRPr="000D23FD">
              <w:rPr>
                <w:rFonts w:hint="eastAsia"/>
                <w:spacing w:val="15"/>
                <w:kern w:val="0"/>
                <w:fitText w:val="840" w:id="697486848"/>
              </w:rPr>
              <w:t>名</w:t>
            </w:r>
          </w:p>
        </w:tc>
        <w:tc>
          <w:tcPr>
            <w:tcW w:w="3537" w:type="dxa"/>
            <w:gridSpan w:val="2"/>
          </w:tcPr>
          <w:p w:rsidR="000D23FD" w:rsidRDefault="000D23FD"/>
        </w:tc>
        <w:tc>
          <w:tcPr>
            <w:tcW w:w="4543" w:type="dxa"/>
            <w:gridSpan w:val="2"/>
            <w:vAlign w:val="center"/>
          </w:tcPr>
          <w:p w:rsidR="000D23FD" w:rsidRDefault="00392623" w:rsidP="00392623">
            <w:pPr>
              <w:ind w:right="840" w:firstLineChars="450" w:firstLine="94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日入学</w:t>
            </w:r>
          </w:p>
        </w:tc>
      </w:tr>
      <w:tr w:rsidR="00392623" w:rsidTr="00392623">
        <w:trPr>
          <w:trHeight w:val="555"/>
        </w:trPr>
        <w:tc>
          <w:tcPr>
            <w:tcW w:w="1100" w:type="dxa"/>
            <w:vAlign w:val="center"/>
          </w:tcPr>
          <w:p w:rsidR="00392623" w:rsidRDefault="00392623" w:rsidP="00392623">
            <w:r w:rsidRPr="000D23FD">
              <w:rPr>
                <w:rFonts w:hint="eastAsia"/>
                <w:spacing w:val="45"/>
                <w:kern w:val="0"/>
                <w:fitText w:val="840" w:id="697486849"/>
              </w:rPr>
              <w:t>学科</w:t>
            </w:r>
            <w:r w:rsidRPr="000D23FD">
              <w:rPr>
                <w:rFonts w:hint="eastAsia"/>
                <w:spacing w:val="15"/>
                <w:kern w:val="0"/>
                <w:fitText w:val="840" w:id="697486849"/>
              </w:rPr>
              <w:t>等</w:t>
            </w:r>
          </w:p>
        </w:tc>
        <w:tc>
          <w:tcPr>
            <w:tcW w:w="3537" w:type="dxa"/>
            <w:gridSpan w:val="2"/>
          </w:tcPr>
          <w:p w:rsidR="00392623" w:rsidRDefault="00392623" w:rsidP="00392623"/>
        </w:tc>
        <w:tc>
          <w:tcPr>
            <w:tcW w:w="4543" w:type="dxa"/>
            <w:gridSpan w:val="2"/>
            <w:vAlign w:val="center"/>
          </w:tcPr>
          <w:p w:rsidR="00392623" w:rsidRDefault="00392623" w:rsidP="00392623">
            <w:pPr>
              <w:ind w:right="-108" w:firstLineChars="450" w:firstLine="94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日卒業・卒業見込み</w:t>
            </w:r>
          </w:p>
        </w:tc>
      </w:tr>
    </w:tbl>
    <w:p w:rsidR="000D23FD" w:rsidRDefault="000D23FD" w:rsidP="00392623">
      <w:pPr>
        <w:spacing w:line="240" w:lineRule="exact"/>
      </w:pP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582"/>
        <w:gridCol w:w="8598"/>
      </w:tblGrid>
      <w:tr w:rsidR="000D23FD" w:rsidTr="00392623">
        <w:trPr>
          <w:cantSplit/>
          <w:trHeight w:val="1637"/>
        </w:trPr>
        <w:tc>
          <w:tcPr>
            <w:tcW w:w="582" w:type="dxa"/>
            <w:textDirection w:val="tbRlV"/>
          </w:tcPr>
          <w:p w:rsidR="000D23FD" w:rsidRDefault="000D23FD" w:rsidP="002C72BF">
            <w:pPr>
              <w:ind w:left="113" w:right="113"/>
              <w:jc w:val="distribute"/>
            </w:pPr>
            <w:r>
              <w:rPr>
                <w:rFonts w:hint="eastAsia"/>
              </w:rPr>
              <w:t>学業</w:t>
            </w:r>
          </w:p>
        </w:tc>
        <w:tc>
          <w:tcPr>
            <w:tcW w:w="8598" w:type="dxa"/>
          </w:tcPr>
          <w:p w:rsidR="000D23FD" w:rsidRDefault="000D23FD"/>
        </w:tc>
      </w:tr>
      <w:tr w:rsidR="000D23FD" w:rsidTr="00392623">
        <w:trPr>
          <w:cantSplit/>
          <w:trHeight w:val="1687"/>
        </w:trPr>
        <w:tc>
          <w:tcPr>
            <w:tcW w:w="582" w:type="dxa"/>
            <w:textDirection w:val="tbRlV"/>
          </w:tcPr>
          <w:p w:rsidR="000D23FD" w:rsidRDefault="000D23FD" w:rsidP="002C72BF">
            <w:pPr>
              <w:ind w:left="113" w:right="113"/>
              <w:jc w:val="distribute"/>
            </w:pPr>
            <w:r>
              <w:rPr>
                <w:rFonts w:hint="eastAsia"/>
              </w:rPr>
              <w:t>人物</w:t>
            </w:r>
          </w:p>
        </w:tc>
        <w:tc>
          <w:tcPr>
            <w:tcW w:w="8598" w:type="dxa"/>
          </w:tcPr>
          <w:p w:rsidR="000D23FD" w:rsidRDefault="000D23FD"/>
        </w:tc>
      </w:tr>
      <w:tr w:rsidR="000D23FD" w:rsidTr="00392623">
        <w:trPr>
          <w:cantSplit/>
          <w:trHeight w:val="1824"/>
        </w:trPr>
        <w:tc>
          <w:tcPr>
            <w:tcW w:w="582" w:type="dxa"/>
            <w:textDirection w:val="tbRlV"/>
          </w:tcPr>
          <w:p w:rsidR="000D23FD" w:rsidRDefault="000D23FD" w:rsidP="002C72BF">
            <w:pPr>
              <w:ind w:left="113" w:right="113"/>
              <w:jc w:val="distribute"/>
            </w:pPr>
            <w:r>
              <w:rPr>
                <w:rFonts w:hint="eastAsia"/>
              </w:rPr>
              <w:t>課外活動その他</w:t>
            </w:r>
          </w:p>
        </w:tc>
        <w:tc>
          <w:tcPr>
            <w:tcW w:w="8598" w:type="dxa"/>
          </w:tcPr>
          <w:p w:rsidR="000D23FD" w:rsidRDefault="000D23FD"/>
        </w:tc>
      </w:tr>
      <w:tr w:rsidR="000D23FD" w:rsidTr="00392623">
        <w:trPr>
          <w:cantSplit/>
          <w:trHeight w:val="3122"/>
        </w:trPr>
        <w:tc>
          <w:tcPr>
            <w:tcW w:w="582" w:type="dxa"/>
            <w:textDirection w:val="tbRlV"/>
          </w:tcPr>
          <w:p w:rsidR="000D23FD" w:rsidRDefault="000D23FD" w:rsidP="002C72BF">
            <w:pPr>
              <w:ind w:left="113" w:right="113"/>
              <w:jc w:val="distribute"/>
            </w:pPr>
            <w:r>
              <w:rPr>
                <w:rFonts w:hint="eastAsia"/>
              </w:rPr>
              <w:t>本人が編入学を希望する理由</w:t>
            </w:r>
          </w:p>
        </w:tc>
        <w:tc>
          <w:tcPr>
            <w:tcW w:w="8598" w:type="dxa"/>
          </w:tcPr>
          <w:p w:rsidR="000D23FD" w:rsidRDefault="000D23FD"/>
        </w:tc>
      </w:tr>
      <w:tr w:rsidR="000D23FD" w:rsidTr="00392623">
        <w:trPr>
          <w:trHeight w:val="2110"/>
        </w:trPr>
        <w:tc>
          <w:tcPr>
            <w:tcW w:w="9180" w:type="dxa"/>
            <w:gridSpan w:val="2"/>
          </w:tcPr>
          <w:p w:rsidR="000D23FD" w:rsidRDefault="000D23FD" w:rsidP="002C72BF">
            <w:pPr>
              <w:spacing w:line="400" w:lineRule="exact"/>
            </w:pPr>
            <w:r>
              <w:rPr>
                <w:rFonts w:hint="eastAsia"/>
              </w:rPr>
              <w:t xml:space="preserve">　この調査書の記入事項に誤りがないことを証明します。</w:t>
            </w:r>
          </w:p>
          <w:p w:rsidR="000D23FD" w:rsidRDefault="003814A0" w:rsidP="002C72BF">
            <w:pPr>
              <w:spacing w:line="400" w:lineRule="exact"/>
            </w:pPr>
            <w:r>
              <w:rPr>
                <w:rFonts w:hint="eastAsia"/>
              </w:rPr>
              <w:t xml:space="preserve">　　　　</w:t>
            </w:r>
            <w:bookmarkStart w:id="0" w:name="_GoBack"/>
            <w:bookmarkEnd w:id="0"/>
            <w:r w:rsidR="000D23FD">
              <w:rPr>
                <w:rFonts w:hint="eastAsia"/>
              </w:rPr>
              <w:t xml:space="preserve">　　年　　月　　日</w:t>
            </w:r>
          </w:p>
          <w:p w:rsidR="000D23FD" w:rsidRDefault="000D23FD" w:rsidP="002C72BF">
            <w:pPr>
              <w:spacing w:line="40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学校名</w:t>
            </w:r>
          </w:p>
          <w:p w:rsidR="000D23FD" w:rsidRDefault="000D23FD" w:rsidP="002C72BF">
            <w:pPr>
              <w:spacing w:line="40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所在地</w:t>
            </w:r>
          </w:p>
          <w:p w:rsidR="000D23FD" w:rsidRDefault="000D23FD" w:rsidP="002C72BF">
            <w:pPr>
              <w:spacing w:line="40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学校長名　　　　　　　　　　</w:t>
            </w:r>
            <w:r w:rsidR="002C72BF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　　</w:t>
            </w:r>
            <w:r w:rsidR="002C72BF" w:rsidRPr="002C72BF">
              <w:rPr>
                <w:rFonts w:hint="eastAsia"/>
                <w:bdr w:val="single" w:sz="4" w:space="0" w:color="auto"/>
                <w:lang w:eastAsia="zh-TW"/>
              </w:rPr>
              <w:t>印</w:t>
            </w:r>
            <w:r>
              <w:rPr>
                <w:rFonts w:hint="eastAsia"/>
                <w:lang w:eastAsia="zh-TW"/>
              </w:rPr>
              <w:t xml:space="preserve">　記載責任者　職　氏名　　　　　　　　　　</w:t>
            </w:r>
            <w:r>
              <w:fldChar w:fldCharType="begin"/>
            </w:r>
            <w:r>
              <w:rPr>
                <w:lang w:eastAsia="zh-TW"/>
              </w:rPr>
              <w:instrText xml:space="preserve"> </w:instrText>
            </w:r>
            <w:r>
              <w:rPr>
                <w:rFonts w:hint="eastAsia"/>
                <w:lang w:eastAsia="zh-TW"/>
              </w:rPr>
              <w:instrText>eq \o\ac(</w:instrText>
            </w:r>
            <w:r w:rsidRPr="000D23FD">
              <w:rPr>
                <w:rFonts w:ascii="ＭＳ 明朝" w:hint="eastAsia"/>
                <w:position w:val="-4"/>
                <w:sz w:val="31"/>
                <w:lang w:eastAsia="zh-TW"/>
              </w:rPr>
              <w:instrText>○</w:instrText>
            </w:r>
            <w:r>
              <w:rPr>
                <w:rFonts w:hint="eastAsia"/>
                <w:lang w:eastAsia="zh-TW"/>
              </w:rPr>
              <w:instrText>,</w:instrText>
            </w:r>
            <w:r>
              <w:rPr>
                <w:rFonts w:hint="eastAsia"/>
                <w:lang w:eastAsia="zh-TW"/>
              </w:rPr>
              <w:instrText>印</w:instrText>
            </w:r>
            <w:r>
              <w:rPr>
                <w:rFonts w:hint="eastAsia"/>
                <w:lang w:eastAsia="zh-TW"/>
              </w:rPr>
              <w:instrText>)</w:instrText>
            </w:r>
            <w:r>
              <w:fldChar w:fldCharType="end"/>
            </w:r>
          </w:p>
        </w:tc>
      </w:tr>
    </w:tbl>
    <w:p w:rsidR="000D23FD" w:rsidRPr="00392623" w:rsidRDefault="000D23FD">
      <w:pPr>
        <w:rPr>
          <w:rFonts w:eastAsia="PMingLiU"/>
          <w:lang w:eastAsia="zh-TW"/>
        </w:rPr>
      </w:pPr>
    </w:p>
    <w:sectPr w:rsidR="000D23FD" w:rsidRPr="00392623" w:rsidSect="00392623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2BF" w:rsidRDefault="002C72BF" w:rsidP="002C72BF">
      <w:r>
        <w:separator/>
      </w:r>
    </w:p>
  </w:endnote>
  <w:endnote w:type="continuationSeparator" w:id="0">
    <w:p w:rsidR="002C72BF" w:rsidRDefault="002C72BF" w:rsidP="002C7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2BF" w:rsidRDefault="002C72BF" w:rsidP="002C72BF">
      <w:r>
        <w:separator/>
      </w:r>
    </w:p>
  </w:footnote>
  <w:footnote w:type="continuationSeparator" w:id="0">
    <w:p w:rsidR="002C72BF" w:rsidRDefault="002C72BF" w:rsidP="002C7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3FD"/>
    <w:rsid w:val="000012C0"/>
    <w:rsid w:val="00001A26"/>
    <w:rsid w:val="000049EA"/>
    <w:rsid w:val="0000738E"/>
    <w:rsid w:val="0000773E"/>
    <w:rsid w:val="00012A7A"/>
    <w:rsid w:val="0001413A"/>
    <w:rsid w:val="0001444D"/>
    <w:rsid w:val="00014F21"/>
    <w:rsid w:val="00015CD8"/>
    <w:rsid w:val="00022CC5"/>
    <w:rsid w:val="00023316"/>
    <w:rsid w:val="00023F8B"/>
    <w:rsid w:val="00031AF0"/>
    <w:rsid w:val="00042FEE"/>
    <w:rsid w:val="000459C7"/>
    <w:rsid w:val="00051A32"/>
    <w:rsid w:val="00055196"/>
    <w:rsid w:val="00055668"/>
    <w:rsid w:val="00060148"/>
    <w:rsid w:val="00060B21"/>
    <w:rsid w:val="0006341D"/>
    <w:rsid w:val="000634FA"/>
    <w:rsid w:val="00063BB2"/>
    <w:rsid w:val="00065AE5"/>
    <w:rsid w:val="000718C3"/>
    <w:rsid w:val="00075A4E"/>
    <w:rsid w:val="00080A59"/>
    <w:rsid w:val="00082C50"/>
    <w:rsid w:val="00082D37"/>
    <w:rsid w:val="00086908"/>
    <w:rsid w:val="000910D7"/>
    <w:rsid w:val="000929A2"/>
    <w:rsid w:val="00094391"/>
    <w:rsid w:val="00094D15"/>
    <w:rsid w:val="00095127"/>
    <w:rsid w:val="0009625B"/>
    <w:rsid w:val="000A079C"/>
    <w:rsid w:val="000B74C2"/>
    <w:rsid w:val="000B7E5B"/>
    <w:rsid w:val="000C3174"/>
    <w:rsid w:val="000D0B67"/>
    <w:rsid w:val="000D23FD"/>
    <w:rsid w:val="000D654A"/>
    <w:rsid w:val="000D6F43"/>
    <w:rsid w:val="000D7376"/>
    <w:rsid w:val="000E5488"/>
    <w:rsid w:val="000E6450"/>
    <w:rsid w:val="000E6BFA"/>
    <w:rsid w:val="000F18DA"/>
    <w:rsid w:val="000F22B1"/>
    <w:rsid w:val="000F3893"/>
    <w:rsid w:val="000F5B42"/>
    <w:rsid w:val="001001D0"/>
    <w:rsid w:val="00103F98"/>
    <w:rsid w:val="00104E98"/>
    <w:rsid w:val="00110B1C"/>
    <w:rsid w:val="001121A4"/>
    <w:rsid w:val="001139F8"/>
    <w:rsid w:val="00116B92"/>
    <w:rsid w:val="001204C6"/>
    <w:rsid w:val="0012410C"/>
    <w:rsid w:val="001241FF"/>
    <w:rsid w:val="00125DA6"/>
    <w:rsid w:val="001277EF"/>
    <w:rsid w:val="0013142F"/>
    <w:rsid w:val="00132851"/>
    <w:rsid w:val="00132CA9"/>
    <w:rsid w:val="00133D00"/>
    <w:rsid w:val="00143108"/>
    <w:rsid w:val="00147F3E"/>
    <w:rsid w:val="001511AF"/>
    <w:rsid w:val="00152798"/>
    <w:rsid w:val="00154AE2"/>
    <w:rsid w:val="001577CC"/>
    <w:rsid w:val="001636A6"/>
    <w:rsid w:val="00166067"/>
    <w:rsid w:val="00166D78"/>
    <w:rsid w:val="00175951"/>
    <w:rsid w:val="00176561"/>
    <w:rsid w:val="00177F38"/>
    <w:rsid w:val="00181B2F"/>
    <w:rsid w:val="001836CB"/>
    <w:rsid w:val="00183799"/>
    <w:rsid w:val="00183949"/>
    <w:rsid w:val="00183B1F"/>
    <w:rsid w:val="00192726"/>
    <w:rsid w:val="00192D34"/>
    <w:rsid w:val="00193346"/>
    <w:rsid w:val="0019426E"/>
    <w:rsid w:val="001968E5"/>
    <w:rsid w:val="00196A20"/>
    <w:rsid w:val="001A5198"/>
    <w:rsid w:val="001A553F"/>
    <w:rsid w:val="001A7E56"/>
    <w:rsid w:val="001B2908"/>
    <w:rsid w:val="001B614F"/>
    <w:rsid w:val="001B6DDE"/>
    <w:rsid w:val="001B75FA"/>
    <w:rsid w:val="001B7EFB"/>
    <w:rsid w:val="001C0076"/>
    <w:rsid w:val="001C3EC0"/>
    <w:rsid w:val="001D1318"/>
    <w:rsid w:val="001E3B1B"/>
    <w:rsid w:val="001F03DE"/>
    <w:rsid w:val="001F2399"/>
    <w:rsid w:val="001F6131"/>
    <w:rsid w:val="001F7FCE"/>
    <w:rsid w:val="002013C7"/>
    <w:rsid w:val="00201D65"/>
    <w:rsid w:val="0020355B"/>
    <w:rsid w:val="002058E1"/>
    <w:rsid w:val="00206A59"/>
    <w:rsid w:val="00213D35"/>
    <w:rsid w:val="00214755"/>
    <w:rsid w:val="0021530F"/>
    <w:rsid w:val="00222BFB"/>
    <w:rsid w:val="002250BD"/>
    <w:rsid w:val="002259CA"/>
    <w:rsid w:val="00226A4C"/>
    <w:rsid w:val="00232293"/>
    <w:rsid w:val="0023416B"/>
    <w:rsid w:val="002343DF"/>
    <w:rsid w:val="00235C28"/>
    <w:rsid w:val="00237E0B"/>
    <w:rsid w:val="00240172"/>
    <w:rsid w:val="00240800"/>
    <w:rsid w:val="00243982"/>
    <w:rsid w:val="002452CE"/>
    <w:rsid w:val="00250CCB"/>
    <w:rsid w:val="00251856"/>
    <w:rsid w:val="00252A98"/>
    <w:rsid w:val="00254296"/>
    <w:rsid w:val="00255CE6"/>
    <w:rsid w:val="00256D30"/>
    <w:rsid w:val="00257C3E"/>
    <w:rsid w:val="0026181A"/>
    <w:rsid w:val="002646CF"/>
    <w:rsid w:val="00265F2D"/>
    <w:rsid w:val="00266BC7"/>
    <w:rsid w:val="002764D2"/>
    <w:rsid w:val="00281862"/>
    <w:rsid w:val="00286681"/>
    <w:rsid w:val="00286FAA"/>
    <w:rsid w:val="00287DDC"/>
    <w:rsid w:val="0029095F"/>
    <w:rsid w:val="002922E1"/>
    <w:rsid w:val="00292628"/>
    <w:rsid w:val="00293571"/>
    <w:rsid w:val="00293A66"/>
    <w:rsid w:val="00294440"/>
    <w:rsid w:val="00295A49"/>
    <w:rsid w:val="002A23B7"/>
    <w:rsid w:val="002A5964"/>
    <w:rsid w:val="002A60D6"/>
    <w:rsid w:val="002A6CC8"/>
    <w:rsid w:val="002A7AF9"/>
    <w:rsid w:val="002B0060"/>
    <w:rsid w:val="002B19D4"/>
    <w:rsid w:val="002B29E2"/>
    <w:rsid w:val="002B3F26"/>
    <w:rsid w:val="002B41C7"/>
    <w:rsid w:val="002B6093"/>
    <w:rsid w:val="002C2760"/>
    <w:rsid w:val="002C2FBF"/>
    <w:rsid w:val="002C3E99"/>
    <w:rsid w:val="002C4A60"/>
    <w:rsid w:val="002C6334"/>
    <w:rsid w:val="002C72BF"/>
    <w:rsid w:val="002D1CE3"/>
    <w:rsid w:val="002D3078"/>
    <w:rsid w:val="002D31CF"/>
    <w:rsid w:val="002D55B7"/>
    <w:rsid w:val="002D58DC"/>
    <w:rsid w:val="002E2593"/>
    <w:rsid w:val="002E4056"/>
    <w:rsid w:val="002E4D7C"/>
    <w:rsid w:val="002E4EDE"/>
    <w:rsid w:val="002F1D30"/>
    <w:rsid w:val="002F3B4F"/>
    <w:rsid w:val="002F5BE3"/>
    <w:rsid w:val="002F642A"/>
    <w:rsid w:val="002F7199"/>
    <w:rsid w:val="00302DA4"/>
    <w:rsid w:val="00303E56"/>
    <w:rsid w:val="003070EB"/>
    <w:rsid w:val="003118CC"/>
    <w:rsid w:val="00312E8A"/>
    <w:rsid w:val="00313BD3"/>
    <w:rsid w:val="00315E76"/>
    <w:rsid w:val="003169E4"/>
    <w:rsid w:val="0031709A"/>
    <w:rsid w:val="00320401"/>
    <w:rsid w:val="00322E28"/>
    <w:rsid w:val="003347BB"/>
    <w:rsid w:val="00335E3D"/>
    <w:rsid w:val="00340308"/>
    <w:rsid w:val="00343600"/>
    <w:rsid w:val="00350643"/>
    <w:rsid w:val="0035114C"/>
    <w:rsid w:val="00352227"/>
    <w:rsid w:val="003538ED"/>
    <w:rsid w:val="00357545"/>
    <w:rsid w:val="00360FB5"/>
    <w:rsid w:val="003814A0"/>
    <w:rsid w:val="003829C9"/>
    <w:rsid w:val="003839A7"/>
    <w:rsid w:val="00386E30"/>
    <w:rsid w:val="00390EB5"/>
    <w:rsid w:val="00392623"/>
    <w:rsid w:val="00393006"/>
    <w:rsid w:val="00396E97"/>
    <w:rsid w:val="003A1061"/>
    <w:rsid w:val="003A11EF"/>
    <w:rsid w:val="003A357C"/>
    <w:rsid w:val="003A3A11"/>
    <w:rsid w:val="003A3F90"/>
    <w:rsid w:val="003A47E5"/>
    <w:rsid w:val="003A6727"/>
    <w:rsid w:val="003A6B10"/>
    <w:rsid w:val="003A7A3F"/>
    <w:rsid w:val="003B02A7"/>
    <w:rsid w:val="003B20A5"/>
    <w:rsid w:val="003B455B"/>
    <w:rsid w:val="003B519A"/>
    <w:rsid w:val="003C312A"/>
    <w:rsid w:val="003C318F"/>
    <w:rsid w:val="003C4F83"/>
    <w:rsid w:val="003C5222"/>
    <w:rsid w:val="003D0F48"/>
    <w:rsid w:val="003D210E"/>
    <w:rsid w:val="003D75CF"/>
    <w:rsid w:val="003E1B5A"/>
    <w:rsid w:val="003E1D5E"/>
    <w:rsid w:val="003E4D34"/>
    <w:rsid w:val="003E6B68"/>
    <w:rsid w:val="003F0E2A"/>
    <w:rsid w:val="003F18D4"/>
    <w:rsid w:val="003F2F85"/>
    <w:rsid w:val="003F3686"/>
    <w:rsid w:val="003F5F40"/>
    <w:rsid w:val="003F6BAD"/>
    <w:rsid w:val="00400F06"/>
    <w:rsid w:val="00401619"/>
    <w:rsid w:val="0040322B"/>
    <w:rsid w:val="0040495C"/>
    <w:rsid w:val="0040548C"/>
    <w:rsid w:val="00406BCF"/>
    <w:rsid w:val="00411242"/>
    <w:rsid w:val="00412A91"/>
    <w:rsid w:val="00414973"/>
    <w:rsid w:val="00415563"/>
    <w:rsid w:val="004214D9"/>
    <w:rsid w:val="0043081E"/>
    <w:rsid w:val="004332FB"/>
    <w:rsid w:val="0043562D"/>
    <w:rsid w:val="00437A01"/>
    <w:rsid w:val="00442F2D"/>
    <w:rsid w:val="00444AC9"/>
    <w:rsid w:val="00446305"/>
    <w:rsid w:val="0045010F"/>
    <w:rsid w:val="00452221"/>
    <w:rsid w:val="00454E7C"/>
    <w:rsid w:val="0045548D"/>
    <w:rsid w:val="00456A59"/>
    <w:rsid w:val="004633DC"/>
    <w:rsid w:val="00463ABF"/>
    <w:rsid w:val="00465F7C"/>
    <w:rsid w:val="00470B14"/>
    <w:rsid w:val="004717FF"/>
    <w:rsid w:val="00472005"/>
    <w:rsid w:val="004736F9"/>
    <w:rsid w:val="00480D0E"/>
    <w:rsid w:val="00483028"/>
    <w:rsid w:val="00490018"/>
    <w:rsid w:val="00495FD1"/>
    <w:rsid w:val="00496AE9"/>
    <w:rsid w:val="004B0606"/>
    <w:rsid w:val="004B16F1"/>
    <w:rsid w:val="004B21DA"/>
    <w:rsid w:val="004B24DB"/>
    <w:rsid w:val="004B6760"/>
    <w:rsid w:val="004B7F69"/>
    <w:rsid w:val="004C09B9"/>
    <w:rsid w:val="004C2BB4"/>
    <w:rsid w:val="004C4BF1"/>
    <w:rsid w:val="004C588F"/>
    <w:rsid w:val="004D4805"/>
    <w:rsid w:val="004D6150"/>
    <w:rsid w:val="004E0281"/>
    <w:rsid w:val="004E0B2E"/>
    <w:rsid w:val="004E497A"/>
    <w:rsid w:val="004E6501"/>
    <w:rsid w:val="004E6BA0"/>
    <w:rsid w:val="004F06BA"/>
    <w:rsid w:val="004F1E5B"/>
    <w:rsid w:val="004F6996"/>
    <w:rsid w:val="004F6DE2"/>
    <w:rsid w:val="00500243"/>
    <w:rsid w:val="00503D9D"/>
    <w:rsid w:val="0051422C"/>
    <w:rsid w:val="0051558A"/>
    <w:rsid w:val="00516F96"/>
    <w:rsid w:val="00521CDA"/>
    <w:rsid w:val="005257E2"/>
    <w:rsid w:val="005260E6"/>
    <w:rsid w:val="005266F5"/>
    <w:rsid w:val="0053200B"/>
    <w:rsid w:val="00537B15"/>
    <w:rsid w:val="00537E14"/>
    <w:rsid w:val="005429D7"/>
    <w:rsid w:val="00547A75"/>
    <w:rsid w:val="00550146"/>
    <w:rsid w:val="00552A43"/>
    <w:rsid w:val="00554F75"/>
    <w:rsid w:val="00555878"/>
    <w:rsid w:val="005558DB"/>
    <w:rsid w:val="00555B80"/>
    <w:rsid w:val="005577B7"/>
    <w:rsid w:val="00561C20"/>
    <w:rsid w:val="00562FE1"/>
    <w:rsid w:val="005671A4"/>
    <w:rsid w:val="005671DD"/>
    <w:rsid w:val="00567438"/>
    <w:rsid w:val="00572996"/>
    <w:rsid w:val="005737D4"/>
    <w:rsid w:val="00576351"/>
    <w:rsid w:val="00581414"/>
    <w:rsid w:val="00581AB8"/>
    <w:rsid w:val="005831F4"/>
    <w:rsid w:val="005844FE"/>
    <w:rsid w:val="00590336"/>
    <w:rsid w:val="005904E0"/>
    <w:rsid w:val="005911FA"/>
    <w:rsid w:val="0059138F"/>
    <w:rsid w:val="00591ECC"/>
    <w:rsid w:val="00596F4A"/>
    <w:rsid w:val="005979CF"/>
    <w:rsid w:val="005A2917"/>
    <w:rsid w:val="005A2BBD"/>
    <w:rsid w:val="005A6A59"/>
    <w:rsid w:val="005A7C14"/>
    <w:rsid w:val="005B0202"/>
    <w:rsid w:val="005B0B00"/>
    <w:rsid w:val="005B36E3"/>
    <w:rsid w:val="005B38E0"/>
    <w:rsid w:val="005B4E5C"/>
    <w:rsid w:val="005B50A8"/>
    <w:rsid w:val="005B7BB2"/>
    <w:rsid w:val="005C0AD5"/>
    <w:rsid w:val="005C2C90"/>
    <w:rsid w:val="005C2EC0"/>
    <w:rsid w:val="005C5315"/>
    <w:rsid w:val="005D45E6"/>
    <w:rsid w:val="005D4C24"/>
    <w:rsid w:val="005D524C"/>
    <w:rsid w:val="005D59CC"/>
    <w:rsid w:val="005D6F4C"/>
    <w:rsid w:val="005E3806"/>
    <w:rsid w:val="005E6DCA"/>
    <w:rsid w:val="005E7032"/>
    <w:rsid w:val="005F002D"/>
    <w:rsid w:val="005F0119"/>
    <w:rsid w:val="005F05AE"/>
    <w:rsid w:val="005F43C9"/>
    <w:rsid w:val="005F5876"/>
    <w:rsid w:val="00602294"/>
    <w:rsid w:val="00607CE7"/>
    <w:rsid w:val="00611379"/>
    <w:rsid w:val="0061434B"/>
    <w:rsid w:val="00614649"/>
    <w:rsid w:val="00617269"/>
    <w:rsid w:val="00617841"/>
    <w:rsid w:val="006228B4"/>
    <w:rsid w:val="00626270"/>
    <w:rsid w:val="006279C0"/>
    <w:rsid w:val="006307CE"/>
    <w:rsid w:val="00632193"/>
    <w:rsid w:val="006329FC"/>
    <w:rsid w:val="006338D8"/>
    <w:rsid w:val="00635772"/>
    <w:rsid w:val="00637E10"/>
    <w:rsid w:val="006402E8"/>
    <w:rsid w:val="00644550"/>
    <w:rsid w:val="00656D0F"/>
    <w:rsid w:val="00657EFB"/>
    <w:rsid w:val="006624CC"/>
    <w:rsid w:val="00662BDA"/>
    <w:rsid w:val="00665D31"/>
    <w:rsid w:val="00666FCD"/>
    <w:rsid w:val="00667F50"/>
    <w:rsid w:val="0067293A"/>
    <w:rsid w:val="006734D8"/>
    <w:rsid w:val="00677E0B"/>
    <w:rsid w:val="00686273"/>
    <w:rsid w:val="00687C45"/>
    <w:rsid w:val="00693E41"/>
    <w:rsid w:val="00696C97"/>
    <w:rsid w:val="00696D77"/>
    <w:rsid w:val="00696F5A"/>
    <w:rsid w:val="006A0C13"/>
    <w:rsid w:val="006A33BF"/>
    <w:rsid w:val="006A3CE4"/>
    <w:rsid w:val="006A4DF7"/>
    <w:rsid w:val="006A6343"/>
    <w:rsid w:val="006A64FD"/>
    <w:rsid w:val="006A7915"/>
    <w:rsid w:val="006B591F"/>
    <w:rsid w:val="006C1849"/>
    <w:rsid w:val="006C1DC2"/>
    <w:rsid w:val="006C2392"/>
    <w:rsid w:val="006C36E4"/>
    <w:rsid w:val="006D0D94"/>
    <w:rsid w:val="006D569E"/>
    <w:rsid w:val="006E1069"/>
    <w:rsid w:val="006E1434"/>
    <w:rsid w:val="006E29FF"/>
    <w:rsid w:val="006E2C8E"/>
    <w:rsid w:val="006E57F7"/>
    <w:rsid w:val="006E72BC"/>
    <w:rsid w:val="006E7A7D"/>
    <w:rsid w:val="006F016D"/>
    <w:rsid w:val="006F0705"/>
    <w:rsid w:val="006F357B"/>
    <w:rsid w:val="006F5B11"/>
    <w:rsid w:val="006F6F12"/>
    <w:rsid w:val="006F7A19"/>
    <w:rsid w:val="00707ED8"/>
    <w:rsid w:val="0071136A"/>
    <w:rsid w:val="007134D4"/>
    <w:rsid w:val="00713840"/>
    <w:rsid w:val="00720262"/>
    <w:rsid w:val="007208D5"/>
    <w:rsid w:val="007234CB"/>
    <w:rsid w:val="00724985"/>
    <w:rsid w:val="00740FB6"/>
    <w:rsid w:val="00741C5B"/>
    <w:rsid w:val="007423E0"/>
    <w:rsid w:val="0074242E"/>
    <w:rsid w:val="00745CD9"/>
    <w:rsid w:val="007466FF"/>
    <w:rsid w:val="00761F8C"/>
    <w:rsid w:val="0076450B"/>
    <w:rsid w:val="00766AD3"/>
    <w:rsid w:val="00771DCD"/>
    <w:rsid w:val="007721F7"/>
    <w:rsid w:val="007747FC"/>
    <w:rsid w:val="00775741"/>
    <w:rsid w:val="00777AA3"/>
    <w:rsid w:val="00777D26"/>
    <w:rsid w:val="0078021C"/>
    <w:rsid w:val="00784931"/>
    <w:rsid w:val="00786229"/>
    <w:rsid w:val="00786FD4"/>
    <w:rsid w:val="00790B6E"/>
    <w:rsid w:val="00792582"/>
    <w:rsid w:val="00795393"/>
    <w:rsid w:val="007968FA"/>
    <w:rsid w:val="007970E8"/>
    <w:rsid w:val="007A01D1"/>
    <w:rsid w:val="007A1B83"/>
    <w:rsid w:val="007A39A7"/>
    <w:rsid w:val="007A3D00"/>
    <w:rsid w:val="007A4A2F"/>
    <w:rsid w:val="007A571A"/>
    <w:rsid w:val="007A6285"/>
    <w:rsid w:val="007B1865"/>
    <w:rsid w:val="007C0171"/>
    <w:rsid w:val="007C4873"/>
    <w:rsid w:val="007C753E"/>
    <w:rsid w:val="007D0B0C"/>
    <w:rsid w:val="007D2CB6"/>
    <w:rsid w:val="007D4833"/>
    <w:rsid w:val="007D50F3"/>
    <w:rsid w:val="007E2F93"/>
    <w:rsid w:val="007E6725"/>
    <w:rsid w:val="007F2BA7"/>
    <w:rsid w:val="007F63FD"/>
    <w:rsid w:val="007F6C56"/>
    <w:rsid w:val="007F7029"/>
    <w:rsid w:val="00801E5E"/>
    <w:rsid w:val="00803D95"/>
    <w:rsid w:val="00805F30"/>
    <w:rsid w:val="00810300"/>
    <w:rsid w:val="00812C84"/>
    <w:rsid w:val="008152A4"/>
    <w:rsid w:val="00816D9A"/>
    <w:rsid w:val="00817558"/>
    <w:rsid w:val="008212E9"/>
    <w:rsid w:val="0082177F"/>
    <w:rsid w:val="00823E80"/>
    <w:rsid w:val="00823EA3"/>
    <w:rsid w:val="00824907"/>
    <w:rsid w:val="00825991"/>
    <w:rsid w:val="008265AE"/>
    <w:rsid w:val="008275EE"/>
    <w:rsid w:val="0083114B"/>
    <w:rsid w:val="00836712"/>
    <w:rsid w:val="00837784"/>
    <w:rsid w:val="00841EEE"/>
    <w:rsid w:val="00842399"/>
    <w:rsid w:val="008520B5"/>
    <w:rsid w:val="008526DD"/>
    <w:rsid w:val="00852FBC"/>
    <w:rsid w:val="008537B3"/>
    <w:rsid w:val="0085712D"/>
    <w:rsid w:val="00860DB6"/>
    <w:rsid w:val="00862F88"/>
    <w:rsid w:val="00863BC0"/>
    <w:rsid w:val="0086629C"/>
    <w:rsid w:val="0087078E"/>
    <w:rsid w:val="00872DDF"/>
    <w:rsid w:val="008757A8"/>
    <w:rsid w:val="00875896"/>
    <w:rsid w:val="00882D65"/>
    <w:rsid w:val="0088641B"/>
    <w:rsid w:val="00891F1D"/>
    <w:rsid w:val="00895D75"/>
    <w:rsid w:val="008A008E"/>
    <w:rsid w:val="008A048D"/>
    <w:rsid w:val="008A15FA"/>
    <w:rsid w:val="008A3555"/>
    <w:rsid w:val="008A61D3"/>
    <w:rsid w:val="008C261D"/>
    <w:rsid w:val="008C48ED"/>
    <w:rsid w:val="008D1CD4"/>
    <w:rsid w:val="008D4551"/>
    <w:rsid w:val="008E0458"/>
    <w:rsid w:val="008E06C1"/>
    <w:rsid w:val="008E4ED9"/>
    <w:rsid w:val="008F4436"/>
    <w:rsid w:val="008F6015"/>
    <w:rsid w:val="008F6F54"/>
    <w:rsid w:val="008F7840"/>
    <w:rsid w:val="009079B6"/>
    <w:rsid w:val="00910208"/>
    <w:rsid w:val="009125BF"/>
    <w:rsid w:val="009133EC"/>
    <w:rsid w:val="00914544"/>
    <w:rsid w:val="009145D9"/>
    <w:rsid w:val="00914BEF"/>
    <w:rsid w:val="00916278"/>
    <w:rsid w:val="009168BE"/>
    <w:rsid w:val="00923979"/>
    <w:rsid w:val="009258CE"/>
    <w:rsid w:val="00925EB5"/>
    <w:rsid w:val="00926A92"/>
    <w:rsid w:val="00927682"/>
    <w:rsid w:val="0093229E"/>
    <w:rsid w:val="009341CE"/>
    <w:rsid w:val="0093789F"/>
    <w:rsid w:val="00940333"/>
    <w:rsid w:val="00943628"/>
    <w:rsid w:val="009439E5"/>
    <w:rsid w:val="009506AD"/>
    <w:rsid w:val="00950C6F"/>
    <w:rsid w:val="009575CB"/>
    <w:rsid w:val="0095772A"/>
    <w:rsid w:val="00960D4D"/>
    <w:rsid w:val="00961950"/>
    <w:rsid w:val="0096326B"/>
    <w:rsid w:val="00967573"/>
    <w:rsid w:val="0096790F"/>
    <w:rsid w:val="00967CB0"/>
    <w:rsid w:val="00973CE0"/>
    <w:rsid w:val="00975EA8"/>
    <w:rsid w:val="009809FD"/>
    <w:rsid w:val="00982859"/>
    <w:rsid w:val="009842AE"/>
    <w:rsid w:val="009935F1"/>
    <w:rsid w:val="00995CA0"/>
    <w:rsid w:val="009A360C"/>
    <w:rsid w:val="009A3F19"/>
    <w:rsid w:val="009A4D10"/>
    <w:rsid w:val="009A6E63"/>
    <w:rsid w:val="009B1D81"/>
    <w:rsid w:val="009B28EC"/>
    <w:rsid w:val="009B3B7F"/>
    <w:rsid w:val="009C02BA"/>
    <w:rsid w:val="009C0B27"/>
    <w:rsid w:val="009C19B8"/>
    <w:rsid w:val="009C1B79"/>
    <w:rsid w:val="009C3753"/>
    <w:rsid w:val="009D4CCB"/>
    <w:rsid w:val="009E193A"/>
    <w:rsid w:val="009E317E"/>
    <w:rsid w:val="009E4697"/>
    <w:rsid w:val="009E4FB8"/>
    <w:rsid w:val="009E6B77"/>
    <w:rsid w:val="009E7DD5"/>
    <w:rsid w:val="009F15C5"/>
    <w:rsid w:val="00A037BB"/>
    <w:rsid w:val="00A03DDE"/>
    <w:rsid w:val="00A03E99"/>
    <w:rsid w:val="00A04402"/>
    <w:rsid w:val="00A11722"/>
    <w:rsid w:val="00A15A35"/>
    <w:rsid w:val="00A17D30"/>
    <w:rsid w:val="00A20E7C"/>
    <w:rsid w:val="00A21F7D"/>
    <w:rsid w:val="00A22891"/>
    <w:rsid w:val="00A24DF6"/>
    <w:rsid w:val="00A3170A"/>
    <w:rsid w:val="00A355C3"/>
    <w:rsid w:val="00A40213"/>
    <w:rsid w:val="00A432A8"/>
    <w:rsid w:val="00A45486"/>
    <w:rsid w:val="00A5045E"/>
    <w:rsid w:val="00A51843"/>
    <w:rsid w:val="00A53ED7"/>
    <w:rsid w:val="00A62835"/>
    <w:rsid w:val="00A6551F"/>
    <w:rsid w:val="00A669E3"/>
    <w:rsid w:val="00A71189"/>
    <w:rsid w:val="00A72D18"/>
    <w:rsid w:val="00A7372D"/>
    <w:rsid w:val="00A755C1"/>
    <w:rsid w:val="00A771D1"/>
    <w:rsid w:val="00A82E50"/>
    <w:rsid w:val="00A84F67"/>
    <w:rsid w:val="00A867B1"/>
    <w:rsid w:val="00A87153"/>
    <w:rsid w:val="00A911BA"/>
    <w:rsid w:val="00A93561"/>
    <w:rsid w:val="00AA3889"/>
    <w:rsid w:val="00AA5642"/>
    <w:rsid w:val="00AB0FDD"/>
    <w:rsid w:val="00AB38DA"/>
    <w:rsid w:val="00AB6923"/>
    <w:rsid w:val="00AC2382"/>
    <w:rsid w:val="00AC500F"/>
    <w:rsid w:val="00AC61C7"/>
    <w:rsid w:val="00AC71F2"/>
    <w:rsid w:val="00AD24C5"/>
    <w:rsid w:val="00AD3D10"/>
    <w:rsid w:val="00AE14E6"/>
    <w:rsid w:val="00AE54C3"/>
    <w:rsid w:val="00AE664D"/>
    <w:rsid w:val="00AE72D2"/>
    <w:rsid w:val="00AE7D58"/>
    <w:rsid w:val="00AF0090"/>
    <w:rsid w:val="00AF27CC"/>
    <w:rsid w:val="00AF7FCF"/>
    <w:rsid w:val="00B022E6"/>
    <w:rsid w:val="00B035EA"/>
    <w:rsid w:val="00B076E6"/>
    <w:rsid w:val="00B136A4"/>
    <w:rsid w:val="00B16B8D"/>
    <w:rsid w:val="00B238F3"/>
    <w:rsid w:val="00B24CFB"/>
    <w:rsid w:val="00B24FD6"/>
    <w:rsid w:val="00B2533D"/>
    <w:rsid w:val="00B25489"/>
    <w:rsid w:val="00B30781"/>
    <w:rsid w:val="00B32C62"/>
    <w:rsid w:val="00B43D40"/>
    <w:rsid w:val="00B44942"/>
    <w:rsid w:val="00B45113"/>
    <w:rsid w:val="00B457A3"/>
    <w:rsid w:val="00B4614F"/>
    <w:rsid w:val="00B51114"/>
    <w:rsid w:val="00B5139C"/>
    <w:rsid w:val="00B550B8"/>
    <w:rsid w:val="00B57D15"/>
    <w:rsid w:val="00B57D47"/>
    <w:rsid w:val="00B60677"/>
    <w:rsid w:val="00B66C51"/>
    <w:rsid w:val="00B71AD8"/>
    <w:rsid w:val="00B7299C"/>
    <w:rsid w:val="00B7373F"/>
    <w:rsid w:val="00B73BD7"/>
    <w:rsid w:val="00B761DF"/>
    <w:rsid w:val="00B768FA"/>
    <w:rsid w:val="00B769C6"/>
    <w:rsid w:val="00B84D6B"/>
    <w:rsid w:val="00B86DA1"/>
    <w:rsid w:val="00B87D81"/>
    <w:rsid w:val="00B90D4C"/>
    <w:rsid w:val="00B93524"/>
    <w:rsid w:val="00B9416C"/>
    <w:rsid w:val="00BA06BB"/>
    <w:rsid w:val="00BA259D"/>
    <w:rsid w:val="00BA33FA"/>
    <w:rsid w:val="00BB1337"/>
    <w:rsid w:val="00BB64B8"/>
    <w:rsid w:val="00BC021C"/>
    <w:rsid w:val="00BC739E"/>
    <w:rsid w:val="00BC7CA1"/>
    <w:rsid w:val="00BD1F3A"/>
    <w:rsid w:val="00BD3C66"/>
    <w:rsid w:val="00BD52F6"/>
    <w:rsid w:val="00BD63CB"/>
    <w:rsid w:val="00BE0BC3"/>
    <w:rsid w:val="00BE43D8"/>
    <w:rsid w:val="00BE61D5"/>
    <w:rsid w:val="00BE67D7"/>
    <w:rsid w:val="00BE74C5"/>
    <w:rsid w:val="00BF4202"/>
    <w:rsid w:val="00BF431A"/>
    <w:rsid w:val="00C01736"/>
    <w:rsid w:val="00C01A90"/>
    <w:rsid w:val="00C06438"/>
    <w:rsid w:val="00C079F5"/>
    <w:rsid w:val="00C1061C"/>
    <w:rsid w:val="00C1394E"/>
    <w:rsid w:val="00C225DE"/>
    <w:rsid w:val="00C22AF8"/>
    <w:rsid w:val="00C30775"/>
    <w:rsid w:val="00C33207"/>
    <w:rsid w:val="00C35B83"/>
    <w:rsid w:val="00C37012"/>
    <w:rsid w:val="00C41886"/>
    <w:rsid w:val="00C41FF5"/>
    <w:rsid w:val="00C46300"/>
    <w:rsid w:val="00C4759D"/>
    <w:rsid w:val="00C513B7"/>
    <w:rsid w:val="00C523FC"/>
    <w:rsid w:val="00C54D7E"/>
    <w:rsid w:val="00C57ED1"/>
    <w:rsid w:val="00C608C2"/>
    <w:rsid w:val="00C64AA2"/>
    <w:rsid w:val="00C66763"/>
    <w:rsid w:val="00C701F1"/>
    <w:rsid w:val="00C706A4"/>
    <w:rsid w:val="00C70B87"/>
    <w:rsid w:val="00C71FF1"/>
    <w:rsid w:val="00C73BC4"/>
    <w:rsid w:val="00C74747"/>
    <w:rsid w:val="00C7494B"/>
    <w:rsid w:val="00C75CB3"/>
    <w:rsid w:val="00C768A7"/>
    <w:rsid w:val="00C81271"/>
    <w:rsid w:val="00C857EF"/>
    <w:rsid w:val="00C87246"/>
    <w:rsid w:val="00C90861"/>
    <w:rsid w:val="00C90952"/>
    <w:rsid w:val="00C94BD7"/>
    <w:rsid w:val="00C94C62"/>
    <w:rsid w:val="00C94E0A"/>
    <w:rsid w:val="00C95C87"/>
    <w:rsid w:val="00C97926"/>
    <w:rsid w:val="00CB0302"/>
    <w:rsid w:val="00CB2856"/>
    <w:rsid w:val="00CB3ACD"/>
    <w:rsid w:val="00CC424B"/>
    <w:rsid w:val="00CC5BFF"/>
    <w:rsid w:val="00CC6A01"/>
    <w:rsid w:val="00CD2F92"/>
    <w:rsid w:val="00CD4047"/>
    <w:rsid w:val="00CD49F4"/>
    <w:rsid w:val="00CD6E54"/>
    <w:rsid w:val="00CE188F"/>
    <w:rsid w:val="00CE2E1F"/>
    <w:rsid w:val="00CE43B7"/>
    <w:rsid w:val="00CF3CD6"/>
    <w:rsid w:val="00CF40A9"/>
    <w:rsid w:val="00CF5AB8"/>
    <w:rsid w:val="00CF710F"/>
    <w:rsid w:val="00CF771B"/>
    <w:rsid w:val="00D002BD"/>
    <w:rsid w:val="00D02CA9"/>
    <w:rsid w:val="00D05BA1"/>
    <w:rsid w:val="00D05F52"/>
    <w:rsid w:val="00D07690"/>
    <w:rsid w:val="00D1430D"/>
    <w:rsid w:val="00D15C77"/>
    <w:rsid w:val="00D218BA"/>
    <w:rsid w:val="00D23833"/>
    <w:rsid w:val="00D23CA4"/>
    <w:rsid w:val="00D33E83"/>
    <w:rsid w:val="00D376D7"/>
    <w:rsid w:val="00D37B0C"/>
    <w:rsid w:val="00D4102E"/>
    <w:rsid w:val="00D42232"/>
    <w:rsid w:val="00D52906"/>
    <w:rsid w:val="00D54940"/>
    <w:rsid w:val="00D55AF8"/>
    <w:rsid w:val="00D57A3E"/>
    <w:rsid w:val="00D63BD9"/>
    <w:rsid w:val="00D64F9A"/>
    <w:rsid w:val="00D65083"/>
    <w:rsid w:val="00D663C1"/>
    <w:rsid w:val="00D757AF"/>
    <w:rsid w:val="00D76DC1"/>
    <w:rsid w:val="00D843C9"/>
    <w:rsid w:val="00D91B45"/>
    <w:rsid w:val="00D940A0"/>
    <w:rsid w:val="00D96FD4"/>
    <w:rsid w:val="00DA22F6"/>
    <w:rsid w:val="00DA3B9A"/>
    <w:rsid w:val="00DB2306"/>
    <w:rsid w:val="00DB35ED"/>
    <w:rsid w:val="00DB4F4B"/>
    <w:rsid w:val="00DC2460"/>
    <w:rsid w:val="00DC56AA"/>
    <w:rsid w:val="00DD05A4"/>
    <w:rsid w:val="00DD077E"/>
    <w:rsid w:val="00DD0E68"/>
    <w:rsid w:val="00DD2007"/>
    <w:rsid w:val="00DD2107"/>
    <w:rsid w:val="00DD245C"/>
    <w:rsid w:val="00DD6B91"/>
    <w:rsid w:val="00DD74EE"/>
    <w:rsid w:val="00DE242E"/>
    <w:rsid w:val="00DE41E0"/>
    <w:rsid w:val="00DE43CE"/>
    <w:rsid w:val="00DE6BD2"/>
    <w:rsid w:val="00DF0555"/>
    <w:rsid w:val="00DF2033"/>
    <w:rsid w:val="00DF22B5"/>
    <w:rsid w:val="00DF551B"/>
    <w:rsid w:val="00DF7F25"/>
    <w:rsid w:val="00E01EA1"/>
    <w:rsid w:val="00E11AA2"/>
    <w:rsid w:val="00E15DE6"/>
    <w:rsid w:val="00E15E1F"/>
    <w:rsid w:val="00E16496"/>
    <w:rsid w:val="00E24918"/>
    <w:rsid w:val="00E24C5B"/>
    <w:rsid w:val="00E26B9E"/>
    <w:rsid w:val="00E30723"/>
    <w:rsid w:val="00E35934"/>
    <w:rsid w:val="00E4060C"/>
    <w:rsid w:val="00E41D7C"/>
    <w:rsid w:val="00E41FFA"/>
    <w:rsid w:val="00E43801"/>
    <w:rsid w:val="00E46DF0"/>
    <w:rsid w:val="00E570CF"/>
    <w:rsid w:val="00E575B4"/>
    <w:rsid w:val="00E61F1E"/>
    <w:rsid w:val="00E65EC9"/>
    <w:rsid w:val="00E6646D"/>
    <w:rsid w:val="00E73295"/>
    <w:rsid w:val="00E808F5"/>
    <w:rsid w:val="00E82ADF"/>
    <w:rsid w:val="00E85685"/>
    <w:rsid w:val="00E8605B"/>
    <w:rsid w:val="00E86DF7"/>
    <w:rsid w:val="00E87104"/>
    <w:rsid w:val="00E931C7"/>
    <w:rsid w:val="00E95855"/>
    <w:rsid w:val="00EA0BC2"/>
    <w:rsid w:val="00EA2BDD"/>
    <w:rsid w:val="00EA3657"/>
    <w:rsid w:val="00EA45A7"/>
    <w:rsid w:val="00EB1E07"/>
    <w:rsid w:val="00EB4B63"/>
    <w:rsid w:val="00EC5AFC"/>
    <w:rsid w:val="00ED1F1B"/>
    <w:rsid w:val="00ED6E68"/>
    <w:rsid w:val="00ED6FFB"/>
    <w:rsid w:val="00ED7D7E"/>
    <w:rsid w:val="00EE1396"/>
    <w:rsid w:val="00EE4455"/>
    <w:rsid w:val="00EF1B7A"/>
    <w:rsid w:val="00EF1F6B"/>
    <w:rsid w:val="00EF6B07"/>
    <w:rsid w:val="00EF7597"/>
    <w:rsid w:val="00F05468"/>
    <w:rsid w:val="00F103AC"/>
    <w:rsid w:val="00F11D7D"/>
    <w:rsid w:val="00F1276E"/>
    <w:rsid w:val="00F13B50"/>
    <w:rsid w:val="00F14D7D"/>
    <w:rsid w:val="00F14DB4"/>
    <w:rsid w:val="00F151EC"/>
    <w:rsid w:val="00F158AE"/>
    <w:rsid w:val="00F2369B"/>
    <w:rsid w:val="00F27C3F"/>
    <w:rsid w:val="00F33C49"/>
    <w:rsid w:val="00F3482E"/>
    <w:rsid w:val="00F349CF"/>
    <w:rsid w:val="00F3538B"/>
    <w:rsid w:val="00F3617C"/>
    <w:rsid w:val="00F40025"/>
    <w:rsid w:val="00F40BBF"/>
    <w:rsid w:val="00F42445"/>
    <w:rsid w:val="00F449BE"/>
    <w:rsid w:val="00F44AC1"/>
    <w:rsid w:val="00F45E1D"/>
    <w:rsid w:val="00F53B9B"/>
    <w:rsid w:val="00F54E0D"/>
    <w:rsid w:val="00F568AA"/>
    <w:rsid w:val="00F62E31"/>
    <w:rsid w:val="00F656AB"/>
    <w:rsid w:val="00F767CF"/>
    <w:rsid w:val="00F8152A"/>
    <w:rsid w:val="00F8249A"/>
    <w:rsid w:val="00F92120"/>
    <w:rsid w:val="00F92D55"/>
    <w:rsid w:val="00F958F2"/>
    <w:rsid w:val="00F96076"/>
    <w:rsid w:val="00F961E1"/>
    <w:rsid w:val="00F97A4D"/>
    <w:rsid w:val="00FA3009"/>
    <w:rsid w:val="00FA361B"/>
    <w:rsid w:val="00FA6643"/>
    <w:rsid w:val="00FA77BD"/>
    <w:rsid w:val="00FB0247"/>
    <w:rsid w:val="00FB0A45"/>
    <w:rsid w:val="00FB0A95"/>
    <w:rsid w:val="00FB1235"/>
    <w:rsid w:val="00FB2D15"/>
    <w:rsid w:val="00FC1028"/>
    <w:rsid w:val="00FC2B7F"/>
    <w:rsid w:val="00FC6CBE"/>
    <w:rsid w:val="00FD1F98"/>
    <w:rsid w:val="00FD7111"/>
    <w:rsid w:val="00FE137C"/>
    <w:rsid w:val="00FE21B4"/>
    <w:rsid w:val="00FF0C99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C751919-71AC-471E-94D5-D33C46D4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72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72BF"/>
  </w:style>
  <w:style w:type="paragraph" w:styleId="a6">
    <w:name w:val="footer"/>
    <w:basedOn w:val="a"/>
    <w:link w:val="a7"/>
    <w:uiPriority w:val="99"/>
    <w:unhideWhenUsed/>
    <w:rsid w:val="002C72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7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D10A5EC0.dotm</Template>
  <TotalTime>21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中垣 伊織</cp:lastModifiedBy>
  <cp:revision>6</cp:revision>
  <cp:lastPrinted>2017-01-18T05:42:00Z</cp:lastPrinted>
  <dcterms:created xsi:type="dcterms:W3CDTF">2014-09-18T02:10:00Z</dcterms:created>
  <dcterms:modified xsi:type="dcterms:W3CDTF">2019-04-05T08:02:00Z</dcterms:modified>
</cp:coreProperties>
</file>