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4FA" w:rsidRDefault="000D141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-346075</wp:posOffset>
                </wp:positionV>
                <wp:extent cx="1162050" cy="342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1410" w:rsidRPr="000D1410" w:rsidRDefault="000D1410" w:rsidP="000D141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0D141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各</w:t>
                            </w:r>
                            <w:r w:rsidRPr="000D1410">
                              <w:rPr>
                                <w:color w:val="000000" w:themeColor="text1"/>
                                <w:sz w:val="24"/>
                              </w:rPr>
                              <w:t>学部共通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362.7pt;margin-top:-27.25pt;width:91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" filled="f" strokecolor="black [3213]" strokeweight="1.5pt">
                <v:textbox>
                  <w:txbxContent>
                    <w:p w:rsidR="000D1410" w:rsidRPr="000D1410" w:rsidRDefault="000D1410" w:rsidP="000D1410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0D1410">
                        <w:rPr>
                          <w:rFonts w:hint="eastAsia"/>
                          <w:color w:val="000000" w:themeColor="text1"/>
                          <w:sz w:val="24"/>
                        </w:rPr>
                        <w:t>各</w:t>
                      </w:r>
                      <w:r w:rsidRPr="000D1410">
                        <w:rPr>
                          <w:color w:val="000000" w:themeColor="text1"/>
                          <w:sz w:val="24"/>
                        </w:rPr>
                        <w:t>学部共通</w:t>
                      </w:r>
                    </w:p>
                  </w:txbxContent>
                </v:textbox>
              </v:rect>
            </w:pict>
          </mc:Fallback>
        </mc:AlternateContent>
      </w:r>
    </w:p>
    <w:p w:rsidR="007264FA" w:rsidRDefault="007264FA" w:rsidP="007264FA">
      <w:pPr>
        <w:jc w:val="right"/>
      </w:pPr>
      <w:r>
        <w:rPr>
          <w:rFonts w:hint="eastAsia"/>
        </w:rPr>
        <w:t xml:space="preserve">　　年　　月　　日</w:t>
      </w:r>
    </w:p>
    <w:p w:rsidR="007264FA" w:rsidRDefault="007264FA"/>
    <w:p w:rsidR="007264FA" w:rsidRPr="000D1410" w:rsidRDefault="007264FA" w:rsidP="007264FA">
      <w:pPr>
        <w:jc w:val="center"/>
        <w:rPr>
          <w:b/>
          <w:sz w:val="22"/>
          <w:lang w:eastAsia="zh-TW"/>
        </w:rPr>
      </w:pPr>
      <w:r w:rsidRPr="000D1410">
        <w:rPr>
          <w:rFonts w:hint="eastAsia"/>
          <w:b/>
          <w:sz w:val="36"/>
          <w:lang w:eastAsia="zh-TW"/>
        </w:rPr>
        <w:t>出　願　承　認　書</w:t>
      </w:r>
    </w:p>
    <w:p w:rsidR="007264FA" w:rsidRDefault="007264FA">
      <w:pPr>
        <w:rPr>
          <w:lang w:eastAsia="zh-TW"/>
        </w:rPr>
      </w:pPr>
    </w:p>
    <w:p w:rsidR="007264FA" w:rsidRPr="000D1410" w:rsidRDefault="000D1410">
      <w:pPr>
        <w:rPr>
          <w:rFonts w:eastAsia="PMingLiU"/>
          <w:sz w:val="28"/>
          <w:lang w:eastAsia="zh-TW"/>
        </w:rPr>
      </w:pPr>
      <w:r>
        <w:rPr>
          <w:rFonts w:hint="eastAsia"/>
          <w:sz w:val="28"/>
          <w:lang w:eastAsia="zh-TW"/>
        </w:rPr>
        <w:t>佐賀大学</w:t>
      </w:r>
      <w:r>
        <w:rPr>
          <w:rFonts w:hint="eastAsia"/>
          <w:sz w:val="28"/>
          <w:u w:val="single"/>
          <w:lang w:eastAsia="zh-TW"/>
        </w:rPr>
        <w:t xml:space="preserve">　　　　　</w:t>
      </w:r>
      <w:r>
        <w:rPr>
          <w:rFonts w:hint="eastAsia"/>
          <w:sz w:val="28"/>
          <w:lang w:eastAsia="zh-TW"/>
        </w:rPr>
        <w:t>学部長　殿</w:t>
      </w:r>
    </w:p>
    <w:p w:rsidR="007264FA" w:rsidRDefault="007264FA">
      <w:pPr>
        <w:rPr>
          <w:lang w:eastAsia="zh-TW"/>
        </w:rPr>
      </w:pPr>
    </w:p>
    <w:p w:rsidR="007264FA" w:rsidRDefault="007264FA">
      <w:pPr>
        <w:rPr>
          <w:lang w:eastAsia="zh-TW"/>
        </w:rPr>
      </w:pPr>
    </w:p>
    <w:p w:rsidR="007264FA" w:rsidRDefault="007264FA" w:rsidP="000D1410">
      <w:pPr>
        <w:ind w:firstLineChars="1900" w:firstLine="3990"/>
      </w:pPr>
      <w:r>
        <w:rPr>
          <w:rFonts w:hint="eastAsia"/>
        </w:rPr>
        <w:t>（勤務先・所属長印）</w:t>
      </w:r>
    </w:p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7264FA"/>
    <w:p w:rsidR="007264FA" w:rsidRDefault="00B85F39">
      <w:r>
        <w:rPr>
          <w:rFonts w:hint="eastAsia"/>
        </w:rPr>
        <w:t xml:space="preserve">　下記の者の</w:t>
      </w:r>
      <w:bookmarkStart w:id="0" w:name="_GoBack"/>
      <w:bookmarkEnd w:id="0"/>
      <w:r w:rsidR="007264FA" w:rsidRPr="000D1410">
        <w:rPr>
          <w:rFonts w:hint="eastAsia"/>
          <w:u w:val="single"/>
        </w:rPr>
        <w:t xml:space="preserve">　</w:t>
      </w:r>
      <w:r w:rsidR="007670EB">
        <w:rPr>
          <w:rFonts w:hint="eastAsia"/>
          <w:u w:val="single"/>
        </w:rPr>
        <w:t xml:space="preserve">　</w:t>
      </w:r>
      <w:r w:rsidR="007264FA" w:rsidRPr="000D1410">
        <w:rPr>
          <w:rFonts w:hint="eastAsia"/>
          <w:u w:val="single"/>
        </w:rPr>
        <w:t xml:space="preserve">　</w:t>
      </w:r>
      <w:r w:rsidR="007264FA">
        <w:rPr>
          <w:rFonts w:hint="eastAsia"/>
        </w:rPr>
        <w:t>年度佐賀大学</w:t>
      </w:r>
      <w:r w:rsidR="000D1410">
        <w:rPr>
          <w:rFonts w:hint="eastAsia"/>
          <w:u w:val="single"/>
        </w:rPr>
        <w:t xml:space="preserve">　　　　　　</w:t>
      </w:r>
      <w:r w:rsidR="007670EB">
        <w:rPr>
          <w:rFonts w:hint="eastAsia"/>
          <w:u w:val="single"/>
        </w:rPr>
        <w:t xml:space="preserve">　　　</w:t>
      </w:r>
      <w:r w:rsidR="007264FA">
        <w:rPr>
          <w:rFonts w:hint="eastAsia"/>
        </w:rPr>
        <w:t>学部編入学学生募集要項募集における出願を承認いたします。</w:t>
      </w:r>
    </w:p>
    <w:p w:rsidR="007264FA" w:rsidRDefault="007264FA"/>
    <w:p w:rsidR="007264FA" w:rsidRDefault="007264FA" w:rsidP="007264FA">
      <w:pPr>
        <w:jc w:val="center"/>
      </w:pPr>
      <w:r>
        <w:rPr>
          <w:rFonts w:hint="eastAsia"/>
        </w:rPr>
        <w:t>記</w:t>
      </w:r>
    </w:p>
    <w:p w:rsidR="000D1410" w:rsidRDefault="000D1410" w:rsidP="000D1410"/>
    <w:p w:rsidR="007264FA" w:rsidRDefault="007264FA" w:rsidP="00377114">
      <w:pPr>
        <w:ind w:firstLineChars="400" w:firstLine="840"/>
      </w:pPr>
      <w:r w:rsidRPr="00377114">
        <w:rPr>
          <w:rFonts w:hint="eastAsia"/>
          <w:kern w:val="0"/>
        </w:rPr>
        <w:t>出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願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者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氏</w:t>
      </w:r>
      <w:r w:rsidR="00377114">
        <w:rPr>
          <w:rFonts w:hint="eastAsia"/>
          <w:kern w:val="0"/>
        </w:rPr>
        <w:t xml:space="preserve"> </w:t>
      </w:r>
      <w:r w:rsidRPr="00377114">
        <w:rPr>
          <w:rFonts w:hint="eastAsia"/>
          <w:kern w:val="0"/>
        </w:rPr>
        <w:t>名</w:t>
      </w:r>
      <w:r w:rsidR="000D1410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　</w:t>
      </w:r>
      <w:r w:rsidR="000D1410">
        <w:rPr>
          <w:rFonts w:hint="eastAsia"/>
        </w:rPr>
        <w:t xml:space="preserve">　</w:t>
      </w:r>
      <w:r w:rsidR="00377114">
        <w:rPr>
          <w:rFonts w:hint="eastAsia"/>
        </w:rPr>
        <w:t xml:space="preserve"> </w:t>
      </w:r>
      <w:r>
        <w:rPr>
          <w:rFonts w:hint="eastAsia"/>
        </w:rPr>
        <w:t xml:space="preserve">　　（</w:t>
      </w:r>
      <w:r w:rsidR="000D1410">
        <w:rPr>
          <w:rFonts w:hint="eastAsia"/>
        </w:rPr>
        <w:t xml:space="preserve">　</w:t>
      </w:r>
      <w:r>
        <w:rPr>
          <w:rFonts w:hint="eastAsia"/>
        </w:rPr>
        <w:t>男</w:t>
      </w:r>
      <w:r w:rsidR="000D1410">
        <w:rPr>
          <w:rFonts w:hint="eastAsia"/>
        </w:rPr>
        <w:t xml:space="preserve">　</w:t>
      </w:r>
      <w:r>
        <w:rPr>
          <w:rFonts w:hint="eastAsia"/>
        </w:rPr>
        <w:t>・</w:t>
      </w:r>
      <w:r w:rsidR="000D1410">
        <w:rPr>
          <w:rFonts w:hint="eastAsia"/>
        </w:rPr>
        <w:t xml:space="preserve">　</w:t>
      </w:r>
      <w:r>
        <w:rPr>
          <w:rFonts w:hint="eastAsia"/>
        </w:rPr>
        <w:t>女</w:t>
      </w:r>
      <w:r w:rsidR="000D1410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7264FA" w:rsidRPr="000D1410" w:rsidRDefault="007264FA"/>
    <w:p w:rsidR="007264FA" w:rsidRDefault="007264FA" w:rsidP="00377114">
      <w:pPr>
        <w:ind w:firstLineChars="400" w:firstLine="840"/>
      </w:pPr>
      <w:r>
        <w:rPr>
          <w:rFonts w:hint="eastAsia"/>
        </w:rPr>
        <w:t>生　年　月　日</w:t>
      </w:r>
      <w:r w:rsidR="000D1410">
        <w:rPr>
          <w:rFonts w:hint="eastAsia"/>
        </w:rPr>
        <w:t xml:space="preserve">　　　　　　　　　　年　　　　月　　　　日生</w:t>
      </w:r>
    </w:p>
    <w:p w:rsidR="007264FA" w:rsidRDefault="007264FA"/>
    <w:p w:rsidR="007264FA" w:rsidRDefault="007264FA" w:rsidP="00377114">
      <w:pPr>
        <w:ind w:firstLineChars="400" w:firstLine="840"/>
      </w:pPr>
      <w:r>
        <w:rPr>
          <w:rFonts w:hint="eastAsia"/>
        </w:rPr>
        <w:t>所属部・課・係</w:t>
      </w:r>
    </w:p>
    <w:sectPr w:rsidR="007264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01C" w:rsidRDefault="00F7001C" w:rsidP="00F7001C">
      <w:r>
        <w:separator/>
      </w:r>
    </w:p>
  </w:endnote>
  <w:endnote w:type="continuationSeparator" w:id="0">
    <w:p w:rsidR="00F7001C" w:rsidRDefault="00F7001C" w:rsidP="00F7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01C" w:rsidRDefault="00F7001C" w:rsidP="00F7001C">
      <w:r>
        <w:separator/>
      </w:r>
    </w:p>
  </w:footnote>
  <w:footnote w:type="continuationSeparator" w:id="0">
    <w:p w:rsidR="00F7001C" w:rsidRDefault="00F7001C" w:rsidP="00F700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FA"/>
    <w:rsid w:val="000012C0"/>
    <w:rsid w:val="00001A26"/>
    <w:rsid w:val="000049EA"/>
    <w:rsid w:val="0000738E"/>
    <w:rsid w:val="0000773E"/>
    <w:rsid w:val="00012A7A"/>
    <w:rsid w:val="0001413A"/>
    <w:rsid w:val="0001444D"/>
    <w:rsid w:val="00014F21"/>
    <w:rsid w:val="00015CD8"/>
    <w:rsid w:val="00022CC5"/>
    <w:rsid w:val="00023316"/>
    <w:rsid w:val="00023F8B"/>
    <w:rsid w:val="00031AF0"/>
    <w:rsid w:val="00042FEE"/>
    <w:rsid w:val="000459C7"/>
    <w:rsid w:val="00051A32"/>
    <w:rsid w:val="00055196"/>
    <w:rsid w:val="00055668"/>
    <w:rsid w:val="00060148"/>
    <w:rsid w:val="00060B21"/>
    <w:rsid w:val="0006341D"/>
    <w:rsid w:val="000634FA"/>
    <w:rsid w:val="00063BB2"/>
    <w:rsid w:val="00065AE5"/>
    <w:rsid w:val="000718C3"/>
    <w:rsid w:val="00075A4E"/>
    <w:rsid w:val="00080A59"/>
    <w:rsid w:val="00082C50"/>
    <w:rsid w:val="00082D37"/>
    <w:rsid w:val="00086908"/>
    <w:rsid w:val="000910D7"/>
    <w:rsid w:val="000929A2"/>
    <w:rsid w:val="00094391"/>
    <w:rsid w:val="00094D15"/>
    <w:rsid w:val="00095127"/>
    <w:rsid w:val="0009625B"/>
    <w:rsid w:val="000A079C"/>
    <w:rsid w:val="000B74C2"/>
    <w:rsid w:val="000B7E5B"/>
    <w:rsid w:val="000C3174"/>
    <w:rsid w:val="000D0B67"/>
    <w:rsid w:val="000D1410"/>
    <w:rsid w:val="000D654A"/>
    <w:rsid w:val="000D6F43"/>
    <w:rsid w:val="000D7376"/>
    <w:rsid w:val="000E5488"/>
    <w:rsid w:val="000E6450"/>
    <w:rsid w:val="000E6BFA"/>
    <w:rsid w:val="000F18DA"/>
    <w:rsid w:val="000F22B1"/>
    <w:rsid w:val="000F3893"/>
    <w:rsid w:val="000F5B42"/>
    <w:rsid w:val="001001D0"/>
    <w:rsid w:val="00103F98"/>
    <w:rsid w:val="00104E98"/>
    <w:rsid w:val="00110B1C"/>
    <w:rsid w:val="001121A4"/>
    <w:rsid w:val="001139F8"/>
    <w:rsid w:val="00116B92"/>
    <w:rsid w:val="001204C6"/>
    <w:rsid w:val="0012410C"/>
    <w:rsid w:val="001241FF"/>
    <w:rsid w:val="00125DA6"/>
    <w:rsid w:val="001277EF"/>
    <w:rsid w:val="0013142F"/>
    <w:rsid w:val="00132851"/>
    <w:rsid w:val="00132CA9"/>
    <w:rsid w:val="00133D00"/>
    <w:rsid w:val="00143108"/>
    <w:rsid w:val="00147F3E"/>
    <w:rsid w:val="001511AF"/>
    <w:rsid w:val="00152798"/>
    <w:rsid w:val="00154AE2"/>
    <w:rsid w:val="001577CC"/>
    <w:rsid w:val="001636A6"/>
    <w:rsid w:val="00166067"/>
    <w:rsid w:val="00175951"/>
    <w:rsid w:val="00176561"/>
    <w:rsid w:val="00177F38"/>
    <w:rsid w:val="00181B2F"/>
    <w:rsid w:val="001836CB"/>
    <w:rsid w:val="00183799"/>
    <w:rsid w:val="00183949"/>
    <w:rsid w:val="00183B1F"/>
    <w:rsid w:val="00192726"/>
    <w:rsid w:val="00192D34"/>
    <w:rsid w:val="00193346"/>
    <w:rsid w:val="0019426E"/>
    <w:rsid w:val="001968E5"/>
    <w:rsid w:val="00196A20"/>
    <w:rsid w:val="001A5198"/>
    <w:rsid w:val="001A553F"/>
    <w:rsid w:val="001A7E56"/>
    <w:rsid w:val="001B2908"/>
    <w:rsid w:val="001B614F"/>
    <w:rsid w:val="001B6DDE"/>
    <w:rsid w:val="001B75FA"/>
    <w:rsid w:val="001B7EFB"/>
    <w:rsid w:val="001C0076"/>
    <w:rsid w:val="001C3EC0"/>
    <w:rsid w:val="001D1318"/>
    <w:rsid w:val="001E3B1B"/>
    <w:rsid w:val="001F03DE"/>
    <w:rsid w:val="001F2399"/>
    <w:rsid w:val="001F6131"/>
    <w:rsid w:val="001F7FCE"/>
    <w:rsid w:val="002013C7"/>
    <w:rsid w:val="00201D65"/>
    <w:rsid w:val="0020355B"/>
    <w:rsid w:val="002058E1"/>
    <w:rsid w:val="00206A59"/>
    <w:rsid w:val="00213D35"/>
    <w:rsid w:val="00214755"/>
    <w:rsid w:val="0021530F"/>
    <w:rsid w:val="00222BFB"/>
    <w:rsid w:val="002250BD"/>
    <w:rsid w:val="002259CA"/>
    <w:rsid w:val="00226A4C"/>
    <w:rsid w:val="00232293"/>
    <w:rsid w:val="0023416B"/>
    <w:rsid w:val="002343DF"/>
    <w:rsid w:val="00235C28"/>
    <w:rsid w:val="00237E0B"/>
    <w:rsid w:val="00240172"/>
    <w:rsid w:val="00240800"/>
    <w:rsid w:val="00243982"/>
    <w:rsid w:val="002452CE"/>
    <w:rsid w:val="00250CCB"/>
    <w:rsid w:val="00251856"/>
    <w:rsid w:val="00252A98"/>
    <w:rsid w:val="00254296"/>
    <w:rsid w:val="00255CE6"/>
    <w:rsid w:val="00256D30"/>
    <w:rsid w:val="00257C3E"/>
    <w:rsid w:val="0026181A"/>
    <w:rsid w:val="002646CF"/>
    <w:rsid w:val="00265F2D"/>
    <w:rsid w:val="00266BC7"/>
    <w:rsid w:val="002764D2"/>
    <w:rsid w:val="00281862"/>
    <w:rsid w:val="00286681"/>
    <w:rsid w:val="00286FAA"/>
    <w:rsid w:val="00287DDC"/>
    <w:rsid w:val="0029095F"/>
    <w:rsid w:val="002922E1"/>
    <w:rsid w:val="00292628"/>
    <w:rsid w:val="00293571"/>
    <w:rsid w:val="00293A66"/>
    <w:rsid w:val="00294440"/>
    <w:rsid w:val="00295A49"/>
    <w:rsid w:val="002A23B7"/>
    <w:rsid w:val="002A5964"/>
    <w:rsid w:val="002A60D6"/>
    <w:rsid w:val="002A6CC8"/>
    <w:rsid w:val="002A7AF9"/>
    <w:rsid w:val="002B0060"/>
    <w:rsid w:val="002B19D4"/>
    <w:rsid w:val="002B29E2"/>
    <w:rsid w:val="002B3F26"/>
    <w:rsid w:val="002B41C7"/>
    <w:rsid w:val="002B6093"/>
    <w:rsid w:val="002C2760"/>
    <w:rsid w:val="002C2FBF"/>
    <w:rsid w:val="002C3E99"/>
    <w:rsid w:val="002C4A60"/>
    <w:rsid w:val="002C6334"/>
    <w:rsid w:val="002D1CE3"/>
    <w:rsid w:val="002D3078"/>
    <w:rsid w:val="002D31CF"/>
    <w:rsid w:val="002D55B7"/>
    <w:rsid w:val="002D58DC"/>
    <w:rsid w:val="002E2593"/>
    <w:rsid w:val="002E4056"/>
    <w:rsid w:val="002E4D7C"/>
    <w:rsid w:val="002E4EDE"/>
    <w:rsid w:val="002F1D30"/>
    <w:rsid w:val="002F3B4F"/>
    <w:rsid w:val="002F5BE3"/>
    <w:rsid w:val="002F642A"/>
    <w:rsid w:val="002F7199"/>
    <w:rsid w:val="00302DA4"/>
    <w:rsid w:val="00303E56"/>
    <w:rsid w:val="003070EB"/>
    <w:rsid w:val="003118CC"/>
    <w:rsid w:val="00312E8A"/>
    <w:rsid w:val="00313BD3"/>
    <w:rsid w:val="00315E76"/>
    <w:rsid w:val="003169E4"/>
    <w:rsid w:val="0031709A"/>
    <w:rsid w:val="00320401"/>
    <w:rsid w:val="00322E28"/>
    <w:rsid w:val="003347BB"/>
    <w:rsid w:val="00335E3D"/>
    <w:rsid w:val="00340308"/>
    <w:rsid w:val="00343600"/>
    <w:rsid w:val="00350643"/>
    <w:rsid w:val="0035114C"/>
    <w:rsid w:val="00352227"/>
    <w:rsid w:val="003538ED"/>
    <w:rsid w:val="00357545"/>
    <w:rsid w:val="00360FB5"/>
    <w:rsid w:val="00377114"/>
    <w:rsid w:val="003829C9"/>
    <w:rsid w:val="003839A7"/>
    <w:rsid w:val="00386E30"/>
    <w:rsid w:val="00390EB5"/>
    <w:rsid w:val="00393006"/>
    <w:rsid w:val="00396E97"/>
    <w:rsid w:val="003A1061"/>
    <w:rsid w:val="003A11EF"/>
    <w:rsid w:val="003A357C"/>
    <w:rsid w:val="003A3A11"/>
    <w:rsid w:val="003A3F90"/>
    <w:rsid w:val="003A47E5"/>
    <w:rsid w:val="003A6727"/>
    <w:rsid w:val="003A6B10"/>
    <w:rsid w:val="003A7A3F"/>
    <w:rsid w:val="003B02A7"/>
    <w:rsid w:val="003B20A5"/>
    <w:rsid w:val="003B455B"/>
    <w:rsid w:val="003B519A"/>
    <w:rsid w:val="003C312A"/>
    <w:rsid w:val="003C318F"/>
    <w:rsid w:val="003C4F83"/>
    <w:rsid w:val="003C5222"/>
    <w:rsid w:val="003D0F48"/>
    <w:rsid w:val="003D210E"/>
    <w:rsid w:val="003D75CF"/>
    <w:rsid w:val="003E1B5A"/>
    <w:rsid w:val="003E1D5E"/>
    <w:rsid w:val="003E4D34"/>
    <w:rsid w:val="003E6B68"/>
    <w:rsid w:val="003F0E2A"/>
    <w:rsid w:val="003F18D4"/>
    <w:rsid w:val="003F2F85"/>
    <w:rsid w:val="003F3686"/>
    <w:rsid w:val="003F5F40"/>
    <w:rsid w:val="003F6BAD"/>
    <w:rsid w:val="00400F06"/>
    <w:rsid w:val="00401619"/>
    <w:rsid w:val="0040322B"/>
    <w:rsid w:val="0040495C"/>
    <w:rsid w:val="0040548C"/>
    <w:rsid w:val="00406BCF"/>
    <w:rsid w:val="00411242"/>
    <w:rsid w:val="00412A91"/>
    <w:rsid w:val="00414973"/>
    <w:rsid w:val="00415563"/>
    <w:rsid w:val="004214D9"/>
    <w:rsid w:val="0043081E"/>
    <w:rsid w:val="004332FB"/>
    <w:rsid w:val="0043562D"/>
    <w:rsid w:val="00437A01"/>
    <w:rsid w:val="00442F2D"/>
    <w:rsid w:val="00444AC9"/>
    <w:rsid w:val="00446305"/>
    <w:rsid w:val="0045010F"/>
    <w:rsid w:val="00452221"/>
    <w:rsid w:val="00454E7C"/>
    <w:rsid w:val="0045548D"/>
    <w:rsid w:val="00456A59"/>
    <w:rsid w:val="004633DC"/>
    <w:rsid w:val="00463ABF"/>
    <w:rsid w:val="00465F7C"/>
    <w:rsid w:val="00470B14"/>
    <w:rsid w:val="004717FF"/>
    <w:rsid w:val="00472005"/>
    <w:rsid w:val="004736F9"/>
    <w:rsid w:val="00480D0E"/>
    <w:rsid w:val="00483028"/>
    <w:rsid w:val="00490018"/>
    <w:rsid w:val="00495FD1"/>
    <w:rsid w:val="00496AE9"/>
    <w:rsid w:val="004B0606"/>
    <w:rsid w:val="004B16F1"/>
    <w:rsid w:val="004B21DA"/>
    <w:rsid w:val="004B24DB"/>
    <w:rsid w:val="004B6760"/>
    <w:rsid w:val="004B7F69"/>
    <w:rsid w:val="004C09B9"/>
    <w:rsid w:val="004C2BB4"/>
    <w:rsid w:val="004C4BF1"/>
    <w:rsid w:val="004C588F"/>
    <w:rsid w:val="004D4805"/>
    <w:rsid w:val="004D6150"/>
    <w:rsid w:val="004E0281"/>
    <w:rsid w:val="004E0B2E"/>
    <w:rsid w:val="004E497A"/>
    <w:rsid w:val="004E6501"/>
    <w:rsid w:val="004E6BA0"/>
    <w:rsid w:val="004F06BA"/>
    <w:rsid w:val="004F1E5B"/>
    <w:rsid w:val="004F6996"/>
    <w:rsid w:val="004F6DE2"/>
    <w:rsid w:val="00500243"/>
    <w:rsid w:val="00503D9D"/>
    <w:rsid w:val="0051422C"/>
    <w:rsid w:val="0051558A"/>
    <w:rsid w:val="00516F96"/>
    <w:rsid w:val="00521CDA"/>
    <w:rsid w:val="005257E2"/>
    <w:rsid w:val="005260E6"/>
    <w:rsid w:val="005266F5"/>
    <w:rsid w:val="0053200B"/>
    <w:rsid w:val="00537B15"/>
    <w:rsid w:val="00537E14"/>
    <w:rsid w:val="005429D7"/>
    <w:rsid w:val="00547A75"/>
    <w:rsid w:val="00550146"/>
    <w:rsid w:val="00552A43"/>
    <w:rsid w:val="00554F75"/>
    <w:rsid w:val="00555878"/>
    <w:rsid w:val="005558DB"/>
    <w:rsid w:val="00555B80"/>
    <w:rsid w:val="005577B7"/>
    <w:rsid w:val="00561C20"/>
    <w:rsid w:val="00562FE1"/>
    <w:rsid w:val="005671A4"/>
    <w:rsid w:val="005671DD"/>
    <w:rsid w:val="00567438"/>
    <w:rsid w:val="00572996"/>
    <w:rsid w:val="005737D4"/>
    <w:rsid w:val="00576351"/>
    <w:rsid w:val="00581414"/>
    <w:rsid w:val="00581AB8"/>
    <w:rsid w:val="005831F4"/>
    <w:rsid w:val="005844FE"/>
    <w:rsid w:val="00590336"/>
    <w:rsid w:val="005904E0"/>
    <w:rsid w:val="005911FA"/>
    <w:rsid w:val="0059138F"/>
    <w:rsid w:val="00591ECC"/>
    <w:rsid w:val="00596F4A"/>
    <w:rsid w:val="005979CF"/>
    <w:rsid w:val="005A2917"/>
    <w:rsid w:val="005A2BBD"/>
    <w:rsid w:val="005A6A59"/>
    <w:rsid w:val="005A7C14"/>
    <w:rsid w:val="005B0202"/>
    <w:rsid w:val="005B0B00"/>
    <w:rsid w:val="005B36E3"/>
    <w:rsid w:val="005B38E0"/>
    <w:rsid w:val="005B4E5C"/>
    <w:rsid w:val="005B50A8"/>
    <w:rsid w:val="005B7BB2"/>
    <w:rsid w:val="005C0AD5"/>
    <w:rsid w:val="005C2C90"/>
    <w:rsid w:val="005C2EC0"/>
    <w:rsid w:val="005C5315"/>
    <w:rsid w:val="005D45E6"/>
    <w:rsid w:val="005D4C24"/>
    <w:rsid w:val="005D524C"/>
    <w:rsid w:val="005D59CC"/>
    <w:rsid w:val="005D6F4C"/>
    <w:rsid w:val="005E3806"/>
    <w:rsid w:val="005E6DCA"/>
    <w:rsid w:val="005E7032"/>
    <w:rsid w:val="005F002D"/>
    <w:rsid w:val="005F0119"/>
    <w:rsid w:val="005F05AE"/>
    <w:rsid w:val="005F43C9"/>
    <w:rsid w:val="005F5876"/>
    <w:rsid w:val="00602294"/>
    <w:rsid w:val="00607CE7"/>
    <w:rsid w:val="00611379"/>
    <w:rsid w:val="0061434B"/>
    <w:rsid w:val="00614649"/>
    <w:rsid w:val="00617269"/>
    <w:rsid w:val="00617841"/>
    <w:rsid w:val="006228B4"/>
    <w:rsid w:val="00626270"/>
    <w:rsid w:val="006279C0"/>
    <w:rsid w:val="006307CE"/>
    <w:rsid w:val="00632193"/>
    <w:rsid w:val="006329FC"/>
    <w:rsid w:val="006338D8"/>
    <w:rsid w:val="00635772"/>
    <w:rsid w:val="00637E10"/>
    <w:rsid w:val="006402E8"/>
    <w:rsid w:val="00644550"/>
    <w:rsid w:val="00656D0F"/>
    <w:rsid w:val="00657EFB"/>
    <w:rsid w:val="006624CC"/>
    <w:rsid w:val="00662BDA"/>
    <w:rsid w:val="00665D31"/>
    <w:rsid w:val="00666FCD"/>
    <w:rsid w:val="00667F50"/>
    <w:rsid w:val="0067293A"/>
    <w:rsid w:val="006734D8"/>
    <w:rsid w:val="00677E0B"/>
    <w:rsid w:val="00686273"/>
    <w:rsid w:val="00687C45"/>
    <w:rsid w:val="00693E41"/>
    <w:rsid w:val="00696C97"/>
    <w:rsid w:val="00696D77"/>
    <w:rsid w:val="00696F5A"/>
    <w:rsid w:val="006A0C13"/>
    <w:rsid w:val="006A33BF"/>
    <w:rsid w:val="006A3CE4"/>
    <w:rsid w:val="006A4DF7"/>
    <w:rsid w:val="006A6343"/>
    <w:rsid w:val="006A64FD"/>
    <w:rsid w:val="006A7915"/>
    <w:rsid w:val="006B591F"/>
    <w:rsid w:val="006C1849"/>
    <w:rsid w:val="006C1DC2"/>
    <w:rsid w:val="006C2392"/>
    <w:rsid w:val="006C36E4"/>
    <w:rsid w:val="006D0D94"/>
    <w:rsid w:val="006D569E"/>
    <w:rsid w:val="006E1069"/>
    <w:rsid w:val="006E1434"/>
    <w:rsid w:val="006E29FF"/>
    <w:rsid w:val="006E2C8E"/>
    <w:rsid w:val="006E57F7"/>
    <w:rsid w:val="006E72BC"/>
    <w:rsid w:val="006E7A7D"/>
    <w:rsid w:val="006F016D"/>
    <w:rsid w:val="006F0705"/>
    <w:rsid w:val="006F357B"/>
    <w:rsid w:val="006F5B11"/>
    <w:rsid w:val="006F6F12"/>
    <w:rsid w:val="006F7A19"/>
    <w:rsid w:val="00707ED8"/>
    <w:rsid w:val="0071136A"/>
    <w:rsid w:val="007134D4"/>
    <w:rsid w:val="00713840"/>
    <w:rsid w:val="00720262"/>
    <w:rsid w:val="007208D5"/>
    <w:rsid w:val="007234CB"/>
    <w:rsid w:val="00724985"/>
    <w:rsid w:val="007264FA"/>
    <w:rsid w:val="00740FB6"/>
    <w:rsid w:val="00741C5B"/>
    <w:rsid w:val="007423E0"/>
    <w:rsid w:val="0074242E"/>
    <w:rsid w:val="00745CD9"/>
    <w:rsid w:val="007466FF"/>
    <w:rsid w:val="00761F8C"/>
    <w:rsid w:val="0076450B"/>
    <w:rsid w:val="00766AD3"/>
    <w:rsid w:val="007670EB"/>
    <w:rsid w:val="00771DCD"/>
    <w:rsid w:val="007721F7"/>
    <w:rsid w:val="007747FC"/>
    <w:rsid w:val="00775741"/>
    <w:rsid w:val="00777AA3"/>
    <w:rsid w:val="00777D26"/>
    <w:rsid w:val="0078021C"/>
    <w:rsid w:val="00784931"/>
    <w:rsid w:val="00786229"/>
    <w:rsid w:val="00786FD4"/>
    <w:rsid w:val="00790B6E"/>
    <w:rsid w:val="00792582"/>
    <w:rsid w:val="00795393"/>
    <w:rsid w:val="007968FA"/>
    <w:rsid w:val="007970E8"/>
    <w:rsid w:val="007A01D1"/>
    <w:rsid w:val="007A1B83"/>
    <w:rsid w:val="007A39A7"/>
    <w:rsid w:val="007A3D00"/>
    <w:rsid w:val="007A4A2F"/>
    <w:rsid w:val="007A571A"/>
    <w:rsid w:val="007A6285"/>
    <w:rsid w:val="007B1865"/>
    <w:rsid w:val="007C0171"/>
    <w:rsid w:val="007C4873"/>
    <w:rsid w:val="007C753E"/>
    <w:rsid w:val="007D0B0C"/>
    <w:rsid w:val="007D2CB6"/>
    <w:rsid w:val="007D4833"/>
    <w:rsid w:val="007D50F3"/>
    <w:rsid w:val="007E2F93"/>
    <w:rsid w:val="007E6725"/>
    <w:rsid w:val="007F2BA7"/>
    <w:rsid w:val="007F63FD"/>
    <w:rsid w:val="007F6C56"/>
    <w:rsid w:val="007F7029"/>
    <w:rsid w:val="00801E5E"/>
    <w:rsid w:val="00803D95"/>
    <w:rsid w:val="00805F30"/>
    <w:rsid w:val="00810300"/>
    <w:rsid w:val="00812C84"/>
    <w:rsid w:val="008152A4"/>
    <w:rsid w:val="00816D9A"/>
    <w:rsid w:val="00817558"/>
    <w:rsid w:val="008212E9"/>
    <w:rsid w:val="0082177F"/>
    <w:rsid w:val="00823E80"/>
    <w:rsid w:val="00823EA3"/>
    <w:rsid w:val="00824907"/>
    <w:rsid w:val="00825991"/>
    <w:rsid w:val="008265AE"/>
    <w:rsid w:val="008275EE"/>
    <w:rsid w:val="0083114B"/>
    <w:rsid w:val="00836712"/>
    <w:rsid w:val="00837784"/>
    <w:rsid w:val="00841EEE"/>
    <w:rsid w:val="00842399"/>
    <w:rsid w:val="008520B5"/>
    <w:rsid w:val="008526DD"/>
    <w:rsid w:val="00852FBC"/>
    <w:rsid w:val="008537B3"/>
    <w:rsid w:val="0085712D"/>
    <w:rsid w:val="00860DB6"/>
    <w:rsid w:val="00862F88"/>
    <w:rsid w:val="00863BC0"/>
    <w:rsid w:val="0086629C"/>
    <w:rsid w:val="0087078E"/>
    <w:rsid w:val="00872DDF"/>
    <w:rsid w:val="008757A8"/>
    <w:rsid w:val="00875896"/>
    <w:rsid w:val="00882D65"/>
    <w:rsid w:val="0088641B"/>
    <w:rsid w:val="00891F1D"/>
    <w:rsid w:val="00895D75"/>
    <w:rsid w:val="008A008E"/>
    <w:rsid w:val="008A048D"/>
    <w:rsid w:val="008A15FA"/>
    <w:rsid w:val="008A3555"/>
    <w:rsid w:val="008A61D3"/>
    <w:rsid w:val="008C261D"/>
    <w:rsid w:val="008C48ED"/>
    <w:rsid w:val="008D1CD4"/>
    <w:rsid w:val="008D4551"/>
    <w:rsid w:val="008E0458"/>
    <w:rsid w:val="008E06C1"/>
    <w:rsid w:val="008E4ED9"/>
    <w:rsid w:val="008F4436"/>
    <w:rsid w:val="008F6015"/>
    <w:rsid w:val="008F6F54"/>
    <w:rsid w:val="008F7840"/>
    <w:rsid w:val="009079B6"/>
    <w:rsid w:val="00910208"/>
    <w:rsid w:val="009125BF"/>
    <w:rsid w:val="009133EC"/>
    <w:rsid w:val="00914544"/>
    <w:rsid w:val="009145D9"/>
    <w:rsid w:val="00914BEF"/>
    <w:rsid w:val="00916278"/>
    <w:rsid w:val="009168BE"/>
    <w:rsid w:val="00923979"/>
    <w:rsid w:val="009258CE"/>
    <w:rsid w:val="00925EB5"/>
    <w:rsid w:val="00926A92"/>
    <w:rsid w:val="00927682"/>
    <w:rsid w:val="0093229E"/>
    <w:rsid w:val="009341CE"/>
    <w:rsid w:val="0093789F"/>
    <w:rsid w:val="00940333"/>
    <w:rsid w:val="00943628"/>
    <w:rsid w:val="009439E5"/>
    <w:rsid w:val="009506AD"/>
    <w:rsid w:val="00950C6F"/>
    <w:rsid w:val="009575CB"/>
    <w:rsid w:val="0095772A"/>
    <w:rsid w:val="00960D4D"/>
    <w:rsid w:val="00961950"/>
    <w:rsid w:val="0096326B"/>
    <w:rsid w:val="00967573"/>
    <w:rsid w:val="0096790F"/>
    <w:rsid w:val="00967CB0"/>
    <w:rsid w:val="00973CE0"/>
    <w:rsid w:val="00975EA8"/>
    <w:rsid w:val="009809FD"/>
    <w:rsid w:val="00982859"/>
    <w:rsid w:val="009842AE"/>
    <w:rsid w:val="009935F1"/>
    <w:rsid w:val="00995CA0"/>
    <w:rsid w:val="009A360C"/>
    <w:rsid w:val="009A3F19"/>
    <w:rsid w:val="009A4D10"/>
    <w:rsid w:val="009A6E63"/>
    <w:rsid w:val="009B1D81"/>
    <w:rsid w:val="009B28EC"/>
    <w:rsid w:val="009B3B7F"/>
    <w:rsid w:val="009C02BA"/>
    <w:rsid w:val="009C0B27"/>
    <w:rsid w:val="009C19B8"/>
    <w:rsid w:val="009C1B79"/>
    <w:rsid w:val="009C3753"/>
    <w:rsid w:val="009D4CCB"/>
    <w:rsid w:val="009E193A"/>
    <w:rsid w:val="009E317E"/>
    <w:rsid w:val="009E4697"/>
    <w:rsid w:val="009E4FB8"/>
    <w:rsid w:val="009E6B77"/>
    <w:rsid w:val="009E7DD5"/>
    <w:rsid w:val="009F15C5"/>
    <w:rsid w:val="00A037BB"/>
    <w:rsid w:val="00A03DDE"/>
    <w:rsid w:val="00A03E99"/>
    <w:rsid w:val="00A04402"/>
    <w:rsid w:val="00A11722"/>
    <w:rsid w:val="00A15A35"/>
    <w:rsid w:val="00A17D30"/>
    <w:rsid w:val="00A20E7C"/>
    <w:rsid w:val="00A21F7D"/>
    <w:rsid w:val="00A22891"/>
    <w:rsid w:val="00A24DF6"/>
    <w:rsid w:val="00A3170A"/>
    <w:rsid w:val="00A355C3"/>
    <w:rsid w:val="00A40213"/>
    <w:rsid w:val="00A432A8"/>
    <w:rsid w:val="00A45486"/>
    <w:rsid w:val="00A5045E"/>
    <w:rsid w:val="00A51843"/>
    <w:rsid w:val="00A53ED7"/>
    <w:rsid w:val="00A62835"/>
    <w:rsid w:val="00A6551F"/>
    <w:rsid w:val="00A669E3"/>
    <w:rsid w:val="00A71189"/>
    <w:rsid w:val="00A72D18"/>
    <w:rsid w:val="00A7372D"/>
    <w:rsid w:val="00A755C1"/>
    <w:rsid w:val="00A771D1"/>
    <w:rsid w:val="00A82E50"/>
    <w:rsid w:val="00A84F67"/>
    <w:rsid w:val="00A867B1"/>
    <w:rsid w:val="00A87153"/>
    <w:rsid w:val="00A911BA"/>
    <w:rsid w:val="00A93561"/>
    <w:rsid w:val="00AA3889"/>
    <w:rsid w:val="00AA5642"/>
    <w:rsid w:val="00AB0FDD"/>
    <w:rsid w:val="00AB38DA"/>
    <w:rsid w:val="00AB6923"/>
    <w:rsid w:val="00AC2382"/>
    <w:rsid w:val="00AC500F"/>
    <w:rsid w:val="00AC61C7"/>
    <w:rsid w:val="00AC71F2"/>
    <w:rsid w:val="00AD24C5"/>
    <w:rsid w:val="00AD3D10"/>
    <w:rsid w:val="00AE14E6"/>
    <w:rsid w:val="00AE54C3"/>
    <w:rsid w:val="00AE664D"/>
    <w:rsid w:val="00AE72D2"/>
    <w:rsid w:val="00AE7D58"/>
    <w:rsid w:val="00AF0090"/>
    <w:rsid w:val="00AF27CC"/>
    <w:rsid w:val="00AF7FCF"/>
    <w:rsid w:val="00B022E6"/>
    <w:rsid w:val="00B035EA"/>
    <w:rsid w:val="00B076E6"/>
    <w:rsid w:val="00B136A4"/>
    <w:rsid w:val="00B16B8D"/>
    <w:rsid w:val="00B238F3"/>
    <w:rsid w:val="00B24CFB"/>
    <w:rsid w:val="00B24FD6"/>
    <w:rsid w:val="00B2533D"/>
    <w:rsid w:val="00B25489"/>
    <w:rsid w:val="00B30781"/>
    <w:rsid w:val="00B32C62"/>
    <w:rsid w:val="00B43D40"/>
    <w:rsid w:val="00B44942"/>
    <w:rsid w:val="00B45113"/>
    <w:rsid w:val="00B457A3"/>
    <w:rsid w:val="00B4614F"/>
    <w:rsid w:val="00B51114"/>
    <w:rsid w:val="00B5139C"/>
    <w:rsid w:val="00B550B8"/>
    <w:rsid w:val="00B57D15"/>
    <w:rsid w:val="00B57D47"/>
    <w:rsid w:val="00B60677"/>
    <w:rsid w:val="00B66C51"/>
    <w:rsid w:val="00B71AD8"/>
    <w:rsid w:val="00B7299C"/>
    <w:rsid w:val="00B7373F"/>
    <w:rsid w:val="00B73BD7"/>
    <w:rsid w:val="00B761DF"/>
    <w:rsid w:val="00B768FA"/>
    <w:rsid w:val="00B769C6"/>
    <w:rsid w:val="00B84D6B"/>
    <w:rsid w:val="00B85F39"/>
    <w:rsid w:val="00B86DA1"/>
    <w:rsid w:val="00B87D81"/>
    <w:rsid w:val="00B90D4C"/>
    <w:rsid w:val="00B93524"/>
    <w:rsid w:val="00B9416C"/>
    <w:rsid w:val="00BA06BB"/>
    <w:rsid w:val="00BA259D"/>
    <w:rsid w:val="00BA33FA"/>
    <w:rsid w:val="00BB1337"/>
    <w:rsid w:val="00BB64B8"/>
    <w:rsid w:val="00BC021C"/>
    <w:rsid w:val="00BC739E"/>
    <w:rsid w:val="00BC7CA1"/>
    <w:rsid w:val="00BD1F3A"/>
    <w:rsid w:val="00BD3C66"/>
    <w:rsid w:val="00BD52F6"/>
    <w:rsid w:val="00BD63CB"/>
    <w:rsid w:val="00BE0BC3"/>
    <w:rsid w:val="00BE43D8"/>
    <w:rsid w:val="00BE61D5"/>
    <w:rsid w:val="00BE67D7"/>
    <w:rsid w:val="00BE74C5"/>
    <w:rsid w:val="00BF4202"/>
    <w:rsid w:val="00BF431A"/>
    <w:rsid w:val="00C01736"/>
    <w:rsid w:val="00C01A90"/>
    <w:rsid w:val="00C06438"/>
    <w:rsid w:val="00C079F5"/>
    <w:rsid w:val="00C1061C"/>
    <w:rsid w:val="00C1394E"/>
    <w:rsid w:val="00C225DE"/>
    <w:rsid w:val="00C22AF8"/>
    <w:rsid w:val="00C30775"/>
    <w:rsid w:val="00C33207"/>
    <w:rsid w:val="00C35B83"/>
    <w:rsid w:val="00C37012"/>
    <w:rsid w:val="00C41886"/>
    <w:rsid w:val="00C41FF5"/>
    <w:rsid w:val="00C46300"/>
    <w:rsid w:val="00C4759D"/>
    <w:rsid w:val="00C513B7"/>
    <w:rsid w:val="00C523FC"/>
    <w:rsid w:val="00C54D7E"/>
    <w:rsid w:val="00C57ED1"/>
    <w:rsid w:val="00C608C2"/>
    <w:rsid w:val="00C64AA2"/>
    <w:rsid w:val="00C66763"/>
    <w:rsid w:val="00C701F1"/>
    <w:rsid w:val="00C706A4"/>
    <w:rsid w:val="00C70B87"/>
    <w:rsid w:val="00C71FF1"/>
    <w:rsid w:val="00C73BC4"/>
    <w:rsid w:val="00C74747"/>
    <w:rsid w:val="00C7494B"/>
    <w:rsid w:val="00C768A7"/>
    <w:rsid w:val="00C81271"/>
    <w:rsid w:val="00C857EF"/>
    <w:rsid w:val="00C87246"/>
    <w:rsid w:val="00C90861"/>
    <w:rsid w:val="00C90952"/>
    <w:rsid w:val="00C94BD7"/>
    <w:rsid w:val="00C94C62"/>
    <w:rsid w:val="00C94E0A"/>
    <w:rsid w:val="00C95C87"/>
    <w:rsid w:val="00C97926"/>
    <w:rsid w:val="00CB0302"/>
    <w:rsid w:val="00CB2856"/>
    <w:rsid w:val="00CB3ACD"/>
    <w:rsid w:val="00CC424B"/>
    <w:rsid w:val="00CC5BFF"/>
    <w:rsid w:val="00CC6A01"/>
    <w:rsid w:val="00CD2F92"/>
    <w:rsid w:val="00CD4047"/>
    <w:rsid w:val="00CD49F4"/>
    <w:rsid w:val="00CD6E54"/>
    <w:rsid w:val="00CE188F"/>
    <w:rsid w:val="00CE2E1F"/>
    <w:rsid w:val="00CE43B7"/>
    <w:rsid w:val="00CF3CD6"/>
    <w:rsid w:val="00CF40A9"/>
    <w:rsid w:val="00CF5AB8"/>
    <w:rsid w:val="00CF710F"/>
    <w:rsid w:val="00CF771B"/>
    <w:rsid w:val="00D002BD"/>
    <w:rsid w:val="00D02CA9"/>
    <w:rsid w:val="00D05BA1"/>
    <w:rsid w:val="00D05F52"/>
    <w:rsid w:val="00D07690"/>
    <w:rsid w:val="00D1430D"/>
    <w:rsid w:val="00D15C77"/>
    <w:rsid w:val="00D218BA"/>
    <w:rsid w:val="00D23833"/>
    <w:rsid w:val="00D23CA4"/>
    <w:rsid w:val="00D33E83"/>
    <w:rsid w:val="00D376D7"/>
    <w:rsid w:val="00D37B0C"/>
    <w:rsid w:val="00D4102E"/>
    <w:rsid w:val="00D42232"/>
    <w:rsid w:val="00D52906"/>
    <w:rsid w:val="00D54940"/>
    <w:rsid w:val="00D55AF8"/>
    <w:rsid w:val="00D57A3E"/>
    <w:rsid w:val="00D63BD9"/>
    <w:rsid w:val="00D64F9A"/>
    <w:rsid w:val="00D65083"/>
    <w:rsid w:val="00D663C1"/>
    <w:rsid w:val="00D757AF"/>
    <w:rsid w:val="00D76DC1"/>
    <w:rsid w:val="00D843C9"/>
    <w:rsid w:val="00D91B45"/>
    <w:rsid w:val="00D940A0"/>
    <w:rsid w:val="00D96FD4"/>
    <w:rsid w:val="00DA22F6"/>
    <w:rsid w:val="00DA3B9A"/>
    <w:rsid w:val="00DB2306"/>
    <w:rsid w:val="00DB35ED"/>
    <w:rsid w:val="00DB4F4B"/>
    <w:rsid w:val="00DC2460"/>
    <w:rsid w:val="00DC56AA"/>
    <w:rsid w:val="00DD05A4"/>
    <w:rsid w:val="00DD077E"/>
    <w:rsid w:val="00DD0E68"/>
    <w:rsid w:val="00DD2007"/>
    <w:rsid w:val="00DD2107"/>
    <w:rsid w:val="00DD245C"/>
    <w:rsid w:val="00DD6B91"/>
    <w:rsid w:val="00DD74EE"/>
    <w:rsid w:val="00DE242E"/>
    <w:rsid w:val="00DE41E0"/>
    <w:rsid w:val="00DE43CE"/>
    <w:rsid w:val="00DE6BD2"/>
    <w:rsid w:val="00DF0555"/>
    <w:rsid w:val="00DF2033"/>
    <w:rsid w:val="00DF22B5"/>
    <w:rsid w:val="00DF551B"/>
    <w:rsid w:val="00DF7F25"/>
    <w:rsid w:val="00E01EA1"/>
    <w:rsid w:val="00E11AA2"/>
    <w:rsid w:val="00E15DE6"/>
    <w:rsid w:val="00E15E1F"/>
    <w:rsid w:val="00E16496"/>
    <w:rsid w:val="00E24918"/>
    <w:rsid w:val="00E24C5B"/>
    <w:rsid w:val="00E26B9E"/>
    <w:rsid w:val="00E30723"/>
    <w:rsid w:val="00E35934"/>
    <w:rsid w:val="00E4060C"/>
    <w:rsid w:val="00E41D7C"/>
    <w:rsid w:val="00E41FFA"/>
    <w:rsid w:val="00E43801"/>
    <w:rsid w:val="00E46DF0"/>
    <w:rsid w:val="00E570CF"/>
    <w:rsid w:val="00E575B4"/>
    <w:rsid w:val="00E61F1E"/>
    <w:rsid w:val="00E65EC9"/>
    <w:rsid w:val="00E6646D"/>
    <w:rsid w:val="00E73295"/>
    <w:rsid w:val="00E808F5"/>
    <w:rsid w:val="00E82ADF"/>
    <w:rsid w:val="00E85685"/>
    <w:rsid w:val="00E8605B"/>
    <w:rsid w:val="00E86DF7"/>
    <w:rsid w:val="00E87104"/>
    <w:rsid w:val="00E931C7"/>
    <w:rsid w:val="00E95855"/>
    <w:rsid w:val="00EA0BC2"/>
    <w:rsid w:val="00EA2BDD"/>
    <w:rsid w:val="00EA3657"/>
    <w:rsid w:val="00EA45A7"/>
    <w:rsid w:val="00EB1E07"/>
    <w:rsid w:val="00EB4B63"/>
    <w:rsid w:val="00EC5AFC"/>
    <w:rsid w:val="00ED1F1B"/>
    <w:rsid w:val="00ED6E68"/>
    <w:rsid w:val="00ED6FFB"/>
    <w:rsid w:val="00ED7D7E"/>
    <w:rsid w:val="00EE1396"/>
    <w:rsid w:val="00EE4455"/>
    <w:rsid w:val="00EF1B7A"/>
    <w:rsid w:val="00EF1F6B"/>
    <w:rsid w:val="00EF6B07"/>
    <w:rsid w:val="00EF7597"/>
    <w:rsid w:val="00F05468"/>
    <w:rsid w:val="00F103AC"/>
    <w:rsid w:val="00F11D7D"/>
    <w:rsid w:val="00F1276E"/>
    <w:rsid w:val="00F13B50"/>
    <w:rsid w:val="00F14D7D"/>
    <w:rsid w:val="00F14DB4"/>
    <w:rsid w:val="00F151EC"/>
    <w:rsid w:val="00F158AE"/>
    <w:rsid w:val="00F2369B"/>
    <w:rsid w:val="00F27C3F"/>
    <w:rsid w:val="00F33C49"/>
    <w:rsid w:val="00F3482E"/>
    <w:rsid w:val="00F349CF"/>
    <w:rsid w:val="00F3538B"/>
    <w:rsid w:val="00F3617C"/>
    <w:rsid w:val="00F40025"/>
    <w:rsid w:val="00F40BBF"/>
    <w:rsid w:val="00F42445"/>
    <w:rsid w:val="00F449BE"/>
    <w:rsid w:val="00F44AC1"/>
    <w:rsid w:val="00F45E1D"/>
    <w:rsid w:val="00F53B9B"/>
    <w:rsid w:val="00F54E0D"/>
    <w:rsid w:val="00F568AA"/>
    <w:rsid w:val="00F62E31"/>
    <w:rsid w:val="00F656AB"/>
    <w:rsid w:val="00F7001C"/>
    <w:rsid w:val="00F767CF"/>
    <w:rsid w:val="00F8152A"/>
    <w:rsid w:val="00F8249A"/>
    <w:rsid w:val="00F92120"/>
    <w:rsid w:val="00F92D55"/>
    <w:rsid w:val="00F958F2"/>
    <w:rsid w:val="00F96076"/>
    <w:rsid w:val="00F961E1"/>
    <w:rsid w:val="00F97A4D"/>
    <w:rsid w:val="00FA3009"/>
    <w:rsid w:val="00FA361B"/>
    <w:rsid w:val="00FA6643"/>
    <w:rsid w:val="00FA77BD"/>
    <w:rsid w:val="00FB0247"/>
    <w:rsid w:val="00FB0A45"/>
    <w:rsid w:val="00FB0A95"/>
    <w:rsid w:val="00FB1235"/>
    <w:rsid w:val="00FB2D15"/>
    <w:rsid w:val="00FC1028"/>
    <w:rsid w:val="00FC2B7F"/>
    <w:rsid w:val="00FC6CBE"/>
    <w:rsid w:val="00FD1F98"/>
    <w:rsid w:val="00FD7111"/>
    <w:rsid w:val="00FE137C"/>
    <w:rsid w:val="00FE21B4"/>
    <w:rsid w:val="00FF0C99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E4E5AA7-EBFF-49EC-AB1A-C97C8BF8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264FA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7264FA"/>
  </w:style>
  <w:style w:type="paragraph" w:styleId="a5">
    <w:name w:val="Closing"/>
    <w:basedOn w:val="a"/>
    <w:link w:val="a6"/>
    <w:uiPriority w:val="99"/>
    <w:semiHidden/>
    <w:unhideWhenUsed/>
    <w:rsid w:val="007264FA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7264FA"/>
  </w:style>
  <w:style w:type="paragraph" w:styleId="a7">
    <w:name w:val="header"/>
    <w:basedOn w:val="a"/>
    <w:link w:val="a8"/>
    <w:uiPriority w:val="99"/>
    <w:unhideWhenUsed/>
    <w:rsid w:val="00F700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001C"/>
  </w:style>
  <w:style w:type="paragraph" w:styleId="a9">
    <w:name w:val="footer"/>
    <w:basedOn w:val="a"/>
    <w:link w:val="aa"/>
    <w:uiPriority w:val="99"/>
    <w:unhideWhenUsed/>
    <w:rsid w:val="00F700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0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D10A5EC0.dotm</Template>
  <TotalTime>11</TotalTime>
  <Pages>1</Pages>
  <Words>28</Words>
  <Characters>165</Characters>
  <Application>Microsoft Office Word</Application>
  <DocSecurity>0</DocSecurity>
  <Lines>1</Lines>
  <Paragraphs>1</Paragraphs>
  <ScaleCrop>false</ScaleCrop>
  <Company>FJ-WORK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中垣 伊織</cp:lastModifiedBy>
  <cp:revision>6</cp:revision>
  <dcterms:created xsi:type="dcterms:W3CDTF">2014-09-18T01:59:00Z</dcterms:created>
  <dcterms:modified xsi:type="dcterms:W3CDTF">2019-04-05T08:01:00Z</dcterms:modified>
</cp:coreProperties>
</file>